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18" w:rsidRDefault="004D47EF" w:rsidP="00A262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B1F8DDF" wp14:editId="54926A85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147435" cy="3448050"/>
                <wp:effectExtent l="0" t="0" r="571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2119D" w:rsidRDefault="0032119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66EF" w:rsidRDefault="00655CB8" w:rsidP="00D366E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внесении изменений </w:t>
                            </w:r>
                          </w:p>
                          <w:p w:rsidR="0032119D" w:rsidRPr="00B92BBC" w:rsidRDefault="00061F4A" w:rsidP="00242B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 муниципальную программу </w:t>
                            </w:r>
                            <w:r w:rsidRPr="00061F4A">
                              <w:rPr>
                                <w:sz w:val="28"/>
                                <w:szCs w:val="28"/>
                              </w:rPr>
                              <w:t>«Информирование населения о деятельности органов местного самоуправления на территории города Искитима Новосибирской области»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утвержденную постановлением </w:t>
                            </w:r>
                            <w:r w:rsidRPr="00061F4A">
                              <w:rPr>
                                <w:sz w:val="28"/>
                                <w:szCs w:val="28"/>
                              </w:rPr>
                              <w:t xml:space="preserve"> администрации города Искитима Новосибирской области от 13.09.2017 №</w:t>
                            </w:r>
                            <w:r w:rsidR="00B8688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61F4A">
                              <w:rPr>
                                <w:sz w:val="28"/>
                                <w:szCs w:val="28"/>
                              </w:rPr>
                              <w:t xml:space="preserve">1321 (с изменениями, внесенными постановлением администрации </w:t>
                            </w:r>
                            <w:proofErr w:type="spellStart"/>
                            <w:r w:rsidRPr="00061F4A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gramStart"/>
                            <w:r w:rsidRPr="00061F4A">
                              <w:rPr>
                                <w:sz w:val="28"/>
                                <w:szCs w:val="28"/>
                              </w:rPr>
                              <w:t>.И</w:t>
                            </w:r>
                            <w:proofErr w:type="gramEnd"/>
                            <w:r w:rsidRPr="00061F4A">
                              <w:rPr>
                                <w:sz w:val="28"/>
                                <w:szCs w:val="28"/>
                              </w:rPr>
                              <w:t>скитима</w:t>
                            </w:r>
                            <w:proofErr w:type="spellEnd"/>
                            <w:r w:rsidRPr="00061F4A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20.02.2019 №</w:t>
                            </w:r>
                            <w:r w:rsidR="00B8688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61F4A">
                              <w:rPr>
                                <w:sz w:val="28"/>
                                <w:szCs w:val="28"/>
                              </w:rPr>
                              <w:t>225</w:t>
                            </w:r>
                            <w:r w:rsidR="00F96685">
                              <w:rPr>
                                <w:sz w:val="28"/>
                                <w:szCs w:val="28"/>
                              </w:rPr>
                              <w:t xml:space="preserve">, постановлением </w:t>
                            </w:r>
                            <w:r w:rsidR="00F96685" w:rsidRPr="00F96685">
                              <w:rPr>
                                <w:sz w:val="28"/>
                                <w:szCs w:val="28"/>
                              </w:rPr>
                              <w:t xml:space="preserve">администрации </w:t>
                            </w:r>
                            <w:proofErr w:type="spellStart"/>
                            <w:r w:rsidR="00F96685" w:rsidRPr="00F96685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="00F96685" w:rsidRPr="00F96685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  <w:r w:rsidR="00F96685">
                              <w:rPr>
                                <w:sz w:val="28"/>
                                <w:szCs w:val="28"/>
                              </w:rPr>
                              <w:t xml:space="preserve"> от 26.02.2020 №</w:t>
                            </w:r>
                            <w:r w:rsidR="00B8688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96685">
                              <w:rPr>
                                <w:sz w:val="28"/>
                                <w:szCs w:val="28"/>
                              </w:rPr>
                              <w:t>201</w:t>
                            </w:r>
                            <w:r w:rsidR="008264F3">
                              <w:rPr>
                                <w:sz w:val="28"/>
                                <w:szCs w:val="28"/>
                              </w:rPr>
                              <w:t xml:space="preserve">, постановлением администрации </w:t>
                            </w:r>
                            <w:proofErr w:type="spellStart"/>
                            <w:r w:rsidR="008264F3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="008264F3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09.02.2021 №</w:t>
                            </w:r>
                            <w:r w:rsidR="00B8688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264F3">
                              <w:rPr>
                                <w:sz w:val="28"/>
                                <w:szCs w:val="28"/>
                              </w:rPr>
                              <w:t>141</w:t>
                            </w:r>
                            <w:r w:rsidR="00420FF3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420FF3" w:rsidRPr="00420FF3"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</w:t>
                            </w:r>
                            <w:proofErr w:type="spellStart"/>
                            <w:r w:rsidR="00420FF3" w:rsidRPr="00420FF3">
                              <w:rPr>
                                <w:sz w:val="28"/>
                                <w:szCs w:val="28"/>
                              </w:rPr>
                              <w:t>г.Иски</w:t>
                            </w:r>
                            <w:r w:rsidR="00420FF3">
                              <w:rPr>
                                <w:sz w:val="28"/>
                                <w:szCs w:val="28"/>
                              </w:rPr>
                              <w:t>тима</w:t>
                            </w:r>
                            <w:proofErr w:type="spellEnd"/>
                            <w:r w:rsidR="00420FF3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02.03.2022 №</w:t>
                            </w:r>
                            <w:r w:rsidR="00B8688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20FF3">
                              <w:rPr>
                                <w:sz w:val="28"/>
                                <w:szCs w:val="28"/>
                              </w:rPr>
                              <w:t>248</w:t>
                            </w:r>
                            <w:r w:rsidR="00CC4460">
                              <w:rPr>
                                <w:sz w:val="28"/>
                                <w:szCs w:val="28"/>
                              </w:rPr>
                              <w:t xml:space="preserve">, постановлением администрации </w:t>
                            </w:r>
                            <w:proofErr w:type="spellStart"/>
                            <w:r w:rsidR="00CC4460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gramStart"/>
                            <w:r w:rsidR="00CC4460">
                              <w:rPr>
                                <w:sz w:val="28"/>
                                <w:szCs w:val="28"/>
                              </w:rPr>
                              <w:t>.И</w:t>
                            </w:r>
                            <w:proofErr w:type="gramEnd"/>
                            <w:r w:rsidR="00CC4460">
                              <w:rPr>
                                <w:sz w:val="28"/>
                                <w:szCs w:val="28"/>
                              </w:rPr>
                              <w:t>скитима</w:t>
                            </w:r>
                            <w:proofErr w:type="spellEnd"/>
                            <w:r w:rsidR="00CC4460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07.06.2022 №</w:t>
                            </w:r>
                            <w:r w:rsidR="00B8688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C4460">
                              <w:rPr>
                                <w:sz w:val="28"/>
                                <w:szCs w:val="28"/>
                              </w:rPr>
                              <w:t>891</w:t>
                            </w:r>
                            <w:r w:rsidR="00CE4B1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CE4B18" w:rsidRPr="00CE4B18"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</w:t>
                            </w:r>
                            <w:proofErr w:type="spellStart"/>
                            <w:r w:rsidR="00CE4B18" w:rsidRPr="00CE4B18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="00CE4B18" w:rsidRPr="00CE4B18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</w:t>
                            </w:r>
                            <w:r w:rsidR="00CE4B18">
                              <w:rPr>
                                <w:sz w:val="28"/>
                                <w:szCs w:val="28"/>
                              </w:rPr>
                              <w:t xml:space="preserve"> 28.09.2022</w:t>
                            </w:r>
                            <w:r w:rsidR="00B8688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E4B18">
                              <w:rPr>
                                <w:sz w:val="28"/>
                                <w:szCs w:val="28"/>
                              </w:rPr>
                              <w:t>№</w:t>
                            </w:r>
                            <w:r w:rsidR="00B8688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E4B18">
                              <w:rPr>
                                <w:sz w:val="28"/>
                                <w:szCs w:val="28"/>
                              </w:rPr>
                              <w:t>1664</w:t>
                            </w:r>
                            <w:r w:rsidR="00C21093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C21093" w:rsidRPr="00C21093">
                              <w:t xml:space="preserve"> </w:t>
                            </w:r>
                            <w:r w:rsidR="00C21093" w:rsidRPr="00C21093"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</w:t>
                            </w:r>
                            <w:proofErr w:type="spellStart"/>
                            <w:r w:rsidR="00C21093" w:rsidRPr="00C21093">
                              <w:rPr>
                                <w:sz w:val="28"/>
                                <w:szCs w:val="28"/>
                              </w:rPr>
                              <w:t>г.Искити</w:t>
                            </w:r>
                            <w:r w:rsidR="00C21093">
                              <w:rPr>
                                <w:sz w:val="28"/>
                                <w:szCs w:val="28"/>
                              </w:rPr>
                              <w:t>ма</w:t>
                            </w:r>
                            <w:proofErr w:type="spellEnd"/>
                            <w:r w:rsidR="00C21093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04.04.2023 № 568</w:t>
                            </w:r>
                            <w:r w:rsidRPr="00061F4A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32119D" w:rsidRPr="00B92BBC" w:rsidRDefault="0032119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84.05pt;height:271.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2sdsAIAAKo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2119D" w:rsidRDefault="0032119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66EF" w:rsidRDefault="00655CB8" w:rsidP="00D366E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 внесении изменений </w:t>
                      </w:r>
                    </w:p>
                    <w:p w:rsidR="0032119D" w:rsidRPr="00B92BBC" w:rsidRDefault="00061F4A" w:rsidP="00242B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 муниципальную программу </w:t>
                      </w:r>
                      <w:r w:rsidRPr="00061F4A">
                        <w:rPr>
                          <w:sz w:val="28"/>
                          <w:szCs w:val="28"/>
                        </w:rPr>
                        <w:t>«Информирование населения о деятельности органов местного самоуправления на территории города Искитима Новосибирской области»</w:t>
                      </w:r>
                      <w:r>
                        <w:rPr>
                          <w:sz w:val="28"/>
                          <w:szCs w:val="28"/>
                        </w:rPr>
                        <w:t xml:space="preserve">, утвержденную постановлением </w:t>
                      </w:r>
                      <w:r w:rsidRPr="00061F4A">
                        <w:rPr>
                          <w:sz w:val="28"/>
                          <w:szCs w:val="28"/>
                        </w:rPr>
                        <w:t xml:space="preserve"> администрации города Искитима Новосибирской области от 13.09.2017 №</w:t>
                      </w:r>
                      <w:r w:rsidR="00B8688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061F4A">
                        <w:rPr>
                          <w:sz w:val="28"/>
                          <w:szCs w:val="28"/>
                        </w:rPr>
                        <w:t xml:space="preserve">1321 (с изменениями, внесенными постановлением администрации </w:t>
                      </w:r>
                      <w:proofErr w:type="spellStart"/>
                      <w:r w:rsidRPr="00061F4A">
                        <w:rPr>
                          <w:sz w:val="28"/>
                          <w:szCs w:val="28"/>
                        </w:rPr>
                        <w:t>г</w:t>
                      </w:r>
                      <w:proofErr w:type="gramStart"/>
                      <w:r w:rsidRPr="00061F4A">
                        <w:rPr>
                          <w:sz w:val="28"/>
                          <w:szCs w:val="28"/>
                        </w:rPr>
                        <w:t>.И</w:t>
                      </w:r>
                      <w:proofErr w:type="gramEnd"/>
                      <w:r w:rsidRPr="00061F4A">
                        <w:rPr>
                          <w:sz w:val="28"/>
                          <w:szCs w:val="28"/>
                        </w:rPr>
                        <w:t>скитима</w:t>
                      </w:r>
                      <w:proofErr w:type="spellEnd"/>
                      <w:r w:rsidRPr="00061F4A">
                        <w:rPr>
                          <w:sz w:val="28"/>
                          <w:szCs w:val="28"/>
                        </w:rPr>
                        <w:t xml:space="preserve"> Новосибирской области от 20.02.2019 №</w:t>
                      </w:r>
                      <w:r w:rsidR="00B8688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061F4A">
                        <w:rPr>
                          <w:sz w:val="28"/>
                          <w:szCs w:val="28"/>
                        </w:rPr>
                        <w:t>225</w:t>
                      </w:r>
                      <w:r w:rsidR="00F96685">
                        <w:rPr>
                          <w:sz w:val="28"/>
                          <w:szCs w:val="28"/>
                        </w:rPr>
                        <w:t xml:space="preserve">, постановлением </w:t>
                      </w:r>
                      <w:r w:rsidR="00F96685" w:rsidRPr="00F96685">
                        <w:rPr>
                          <w:sz w:val="28"/>
                          <w:szCs w:val="28"/>
                        </w:rPr>
                        <w:t xml:space="preserve">администрации </w:t>
                      </w:r>
                      <w:proofErr w:type="spellStart"/>
                      <w:r w:rsidR="00F96685" w:rsidRPr="00F96685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="00F96685" w:rsidRPr="00F96685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  <w:r w:rsidR="00F96685">
                        <w:rPr>
                          <w:sz w:val="28"/>
                          <w:szCs w:val="28"/>
                        </w:rPr>
                        <w:t xml:space="preserve"> от 26.02.2020 №</w:t>
                      </w:r>
                      <w:r w:rsidR="00B8688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96685">
                        <w:rPr>
                          <w:sz w:val="28"/>
                          <w:szCs w:val="28"/>
                        </w:rPr>
                        <w:t>201</w:t>
                      </w:r>
                      <w:r w:rsidR="008264F3">
                        <w:rPr>
                          <w:sz w:val="28"/>
                          <w:szCs w:val="28"/>
                        </w:rPr>
                        <w:t xml:space="preserve">, постановлением администрации </w:t>
                      </w:r>
                      <w:proofErr w:type="spellStart"/>
                      <w:r w:rsidR="008264F3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="008264F3">
                        <w:rPr>
                          <w:sz w:val="28"/>
                          <w:szCs w:val="28"/>
                        </w:rPr>
                        <w:t xml:space="preserve"> Новосибирской области от 09.02.2021 №</w:t>
                      </w:r>
                      <w:r w:rsidR="00B8688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8264F3">
                        <w:rPr>
                          <w:sz w:val="28"/>
                          <w:szCs w:val="28"/>
                        </w:rPr>
                        <w:t>141</w:t>
                      </w:r>
                      <w:r w:rsidR="00420FF3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420FF3" w:rsidRPr="00420FF3">
                        <w:rPr>
                          <w:sz w:val="28"/>
                          <w:szCs w:val="28"/>
                        </w:rPr>
                        <w:t xml:space="preserve">постановлением администрации </w:t>
                      </w:r>
                      <w:proofErr w:type="spellStart"/>
                      <w:r w:rsidR="00420FF3" w:rsidRPr="00420FF3">
                        <w:rPr>
                          <w:sz w:val="28"/>
                          <w:szCs w:val="28"/>
                        </w:rPr>
                        <w:t>г.Иски</w:t>
                      </w:r>
                      <w:r w:rsidR="00420FF3">
                        <w:rPr>
                          <w:sz w:val="28"/>
                          <w:szCs w:val="28"/>
                        </w:rPr>
                        <w:t>тима</w:t>
                      </w:r>
                      <w:proofErr w:type="spellEnd"/>
                      <w:r w:rsidR="00420FF3">
                        <w:rPr>
                          <w:sz w:val="28"/>
                          <w:szCs w:val="28"/>
                        </w:rPr>
                        <w:t xml:space="preserve"> Новосибирской области от 02.03.2022 №</w:t>
                      </w:r>
                      <w:r w:rsidR="00B8688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420FF3">
                        <w:rPr>
                          <w:sz w:val="28"/>
                          <w:szCs w:val="28"/>
                        </w:rPr>
                        <w:t>248</w:t>
                      </w:r>
                      <w:r w:rsidR="00CC4460">
                        <w:rPr>
                          <w:sz w:val="28"/>
                          <w:szCs w:val="28"/>
                        </w:rPr>
                        <w:t xml:space="preserve">, постановлением администрации </w:t>
                      </w:r>
                      <w:proofErr w:type="spellStart"/>
                      <w:r w:rsidR="00CC4460">
                        <w:rPr>
                          <w:sz w:val="28"/>
                          <w:szCs w:val="28"/>
                        </w:rPr>
                        <w:t>г</w:t>
                      </w:r>
                      <w:proofErr w:type="gramStart"/>
                      <w:r w:rsidR="00CC4460">
                        <w:rPr>
                          <w:sz w:val="28"/>
                          <w:szCs w:val="28"/>
                        </w:rPr>
                        <w:t>.И</w:t>
                      </w:r>
                      <w:proofErr w:type="gramEnd"/>
                      <w:r w:rsidR="00CC4460">
                        <w:rPr>
                          <w:sz w:val="28"/>
                          <w:szCs w:val="28"/>
                        </w:rPr>
                        <w:t>скитима</w:t>
                      </w:r>
                      <w:proofErr w:type="spellEnd"/>
                      <w:r w:rsidR="00CC4460">
                        <w:rPr>
                          <w:sz w:val="28"/>
                          <w:szCs w:val="28"/>
                        </w:rPr>
                        <w:t xml:space="preserve"> Новосибирской области от 07.06.2022 №</w:t>
                      </w:r>
                      <w:r w:rsidR="00B8688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CC4460">
                        <w:rPr>
                          <w:sz w:val="28"/>
                          <w:szCs w:val="28"/>
                        </w:rPr>
                        <w:t>891</w:t>
                      </w:r>
                      <w:r w:rsidR="00CE4B18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CE4B18" w:rsidRPr="00CE4B18">
                        <w:rPr>
                          <w:sz w:val="28"/>
                          <w:szCs w:val="28"/>
                        </w:rPr>
                        <w:t xml:space="preserve">постановлением администрации </w:t>
                      </w:r>
                      <w:proofErr w:type="spellStart"/>
                      <w:r w:rsidR="00CE4B18" w:rsidRPr="00CE4B18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="00CE4B18" w:rsidRPr="00CE4B18">
                        <w:rPr>
                          <w:sz w:val="28"/>
                          <w:szCs w:val="28"/>
                        </w:rPr>
                        <w:t xml:space="preserve"> Новосибирской области от</w:t>
                      </w:r>
                      <w:r w:rsidR="00CE4B18">
                        <w:rPr>
                          <w:sz w:val="28"/>
                          <w:szCs w:val="28"/>
                        </w:rPr>
                        <w:t xml:space="preserve"> 28.09.2022</w:t>
                      </w:r>
                      <w:r w:rsidR="00B8688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CE4B18">
                        <w:rPr>
                          <w:sz w:val="28"/>
                          <w:szCs w:val="28"/>
                        </w:rPr>
                        <w:t>№</w:t>
                      </w:r>
                      <w:r w:rsidR="00B8688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CE4B18">
                        <w:rPr>
                          <w:sz w:val="28"/>
                          <w:szCs w:val="28"/>
                        </w:rPr>
                        <w:t>1664</w:t>
                      </w:r>
                      <w:r w:rsidR="00C21093">
                        <w:rPr>
                          <w:sz w:val="28"/>
                          <w:szCs w:val="28"/>
                        </w:rPr>
                        <w:t>,</w:t>
                      </w:r>
                      <w:r w:rsidR="00C21093" w:rsidRPr="00C21093">
                        <w:t xml:space="preserve"> </w:t>
                      </w:r>
                      <w:r w:rsidR="00C21093" w:rsidRPr="00C21093">
                        <w:rPr>
                          <w:sz w:val="28"/>
                          <w:szCs w:val="28"/>
                        </w:rPr>
                        <w:t xml:space="preserve">постановлением администрации </w:t>
                      </w:r>
                      <w:proofErr w:type="spellStart"/>
                      <w:r w:rsidR="00C21093" w:rsidRPr="00C21093">
                        <w:rPr>
                          <w:sz w:val="28"/>
                          <w:szCs w:val="28"/>
                        </w:rPr>
                        <w:t>г.Искити</w:t>
                      </w:r>
                      <w:r w:rsidR="00C21093">
                        <w:rPr>
                          <w:sz w:val="28"/>
                          <w:szCs w:val="28"/>
                        </w:rPr>
                        <w:t>ма</w:t>
                      </w:r>
                      <w:proofErr w:type="spellEnd"/>
                      <w:r w:rsidR="00C21093">
                        <w:rPr>
                          <w:sz w:val="28"/>
                          <w:szCs w:val="28"/>
                        </w:rPr>
                        <w:t xml:space="preserve"> Новосибирской области от 04.04.2023 № 568</w:t>
                      </w:r>
                      <w:r w:rsidRPr="00061F4A">
                        <w:rPr>
                          <w:sz w:val="28"/>
                          <w:szCs w:val="28"/>
                        </w:rPr>
                        <w:t>)</w:t>
                      </w:r>
                    </w:p>
                    <w:p w:rsidR="0032119D" w:rsidRPr="00B92BBC" w:rsidRDefault="0032119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00D473D" wp14:editId="6872973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32560C" w:rsidRDefault="0032560C" w:rsidP="0032560C">
                            <w:pPr>
                              <w:pStyle w:val="1"/>
                              <w:jc w:val="right"/>
                              <w:rPr>
                                <w:b w:val="0"/>
                                <w:sz w:val="28"/>
                              </w:rPr>
                            </w:pPr>
                            <w:r w:rsidRPr="0032560C">
                              <w:rPr>
                                <w:b w:val="0"/>
                                <w:noProof/>
                                <w:sz w:val="28"/>
                              </w:rPr>
                              <w:t>ПРОЕКТ</w:t>
                            </w:r>
                          </w:p>
                          <w:p w:rsidR="0032560C" w:rsidRDefault="0032560C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32560C" w:rsidRDefault="0032560C" w:rsidP="0032560C">
                      <w:pPr>
                        <w:pStyle w:val="1"/>
                        <w:jc w:val="right"/>
                        <w:rPr>
                          <w:b w:val="0"/>
                          <w:sz w:val="28"/>
                        </w:rPr>
                      </w:pPr>
                      <w:r w:rsidRPr="0032560C">
                        <w:rPr>
                          <w:b w:val="0"/>
                          <w:noProof/>
                          <w:sz w:val="28"/>
                        </w:rPr>
                        <w:t>ПРОЕКТ</w:t>
                      </w:r>
                    </w:p>
                    <w:p w:rsidR="0032560C" w:rsidRDefault="0032560C">
                      <w:pPr>
                        <w:pStyle w:val="1"/>
                        <w:rPr>
                          <w:sz w:val="28"/>
                        </w:rPr>
                      </w:pP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F212C8C" wp14:editId="06B6B67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Pr="00E2159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655CB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2560C">
                              <w:rPr>
                                <w:sz w:val="24"/>
                                <w:u w:val="single"/>
                              </w:rPr>
                              <w:t xml:space="preserve">                       </w:t>
                            </w:r>
                            <w:r w:rsidR="00655CB8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32119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</w:t>
                            </w:r>
                            <w:r w:rsidR="0032560C">
                              <w:rPr>
                                <w:sz w:val="24"/>
                                <w:u w:val="single"/>
                              </w:rPr>
                              <w:t>________________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2119D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655CB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32119D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Pr="00E2159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655CB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2560C">
                        <w:rPr>
                          <w:sz w:val="24"/>
                          <w:u w:val="single"/>
                        </w:rPr>
                        <w:t xml:space="preserve">                       </w:t>
                      </w:r>
                      <w:r w:rsidR="00655CB8">
                        <w:rPr>
                          <w:sz w:val="24"/>
                          <w:u w:val="single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32119D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</w:t>
                      </w:r>
                      <w:r w:rsidR="0032560C">
                        <w:rPr>
                          <w:sz w:val="24"/>
                          <w:u w:val="single"/>
                        </w:rPr>
                        <w:t>________________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2119D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655CB8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32119D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6E150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262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19EE" w:rsidRPr="001919EE">
        <w:rPr>
          <w:rFonts w:ascii="Times New Roman" w:hAnsi="Times New Roman" w:cs="Times New Roman"/>
          <w:sz w:val="28"/>
          <w:szCs w:val="28"/>
        </w:rPr>
        <w:t>Руководствуясь ст. 179 Бюджетного кодекса Российской Федерации, пунктом 1 раздела VII Порядка принятия решений о разработке муниципальных программ города Искитима Новосибирской области, их формирования и реализации, утвержденного постановлением администрации города Искитима Новосибирской области о</w:t>
      </w:r>
      <w:r w:rsidR="00C21093">
        <w:rPr>
          <w:rFonts w:ascii="Times New Roman" w:hAnsi="Times New Roman" w:cs="Times New Roman"/>
          <w:sz w:val="28"/>
          <w:szCs w:val="28"/>
        </w:rPr>
        <w:t>т 13.04.2018 № 534 (в ред. от 13.17.2023 № 1369</w:t>
      </w:r>
      <w:r w:rsidR="001919EE" w:rsidRPr="001919EE">
        <w:rPr>
          <w:rFonts w:ascii="Times New Roman" w:hAnsi="Times New Roman" w:cs="Times New Roman"/>
          <w:sz w:val="28"/>
          <w:szCs w:val="28"/>
        </w:rPr>
        <w:t>), решением Совета депутатов города Иски</w:t>
      </w:r>
      <w:r w:rsidR="00CE4B18">
        <w:rPr>
          <w:rFonts w:ascii="Times New Roman" w:hAnsi="Times New Roman" w:cs="Times New Roman"/>
          <w:sz w:val="28"/>
          <w:szCs w:val="28"/>
        </w:rPr>
        <w:t xml:space="preserve">тима Новосибирской области от </w:t>
      </w:r>
      <w:r w:rsidR="00FD05F5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CE4B18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>.12</w:t>
      </w:r>
      <w:r w:rsidR="00FD05F5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>.2023</w:t>
      </w:r>
      <w:r w:rsidR="00E36B8F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4B18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05F5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№195 </w:t>
      </w:r>
      <w:r w:rsidR="00CE4B18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 бюджете города Искити</w:t>
      </w:r>
      <w:r w:rsidR="00FD05F5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>ма Новосибирской области на 2024 год</w:t>
      </w:r>
      <w:proofErr w:type="gramEnd"/>
      <w:r w:rsidR="00FD05F5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 плановый период 2025 и  2026</w:t>
      </w:r>
      <w:r w:rsidR="00CE4B18" w:rsidRPr="00FD05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годов",  </w:t>
      </w:r>
      <w:r w:rsidR="001919EE" w:rsidRPr="001919EE">
        <w:rPr>
          <w:rFonts w:ascii="Times New Roman" w:hAnsi="Times New Roman" w:cs="Times New Roman"/>
          <w:sz w:val="28"/>
          <w:szCs w:val="28"/>
        </w:rPr>
        <w:t>администрация город</w:t>
      </w:r>
      <w:r w:rsidR="00777518">
        <w:rPr>
          <w:rFonts w:ascii="Times New Roman" w:hAnsi="Times New Roman" w:cs="Times New Roman"/>
          <w:sz w:val="28"/>
          <w:szCs w:val="28"/>
        </w:rPr>
        <w:t>а Искитима Новосибирской области</w:t>
      </w:r>
    </w:p>
    <w:p w:rsidR="0032119D" w:rsidRPr="00F452CD" w:rsidRDefault="0032119D" w:rsidP="0032119D">
      <w:pPr>
        <w:ind w:firstLine="720"/>
        <w:jc w:val="both"/>
        <w:rPr>
          <w:sz w:val="28"/>
          <w:szCs w:val="28"/>
        </w:rPr>
      </w:pPr>
    </w:p>
    <w:p w:rsidR="0032119D" w:rsidRDefault="0032119D" w:rsidP="0032119D">
      <w:pPr>
        <w:ind w:firstLine="720"/>
        <w:jc w:val="both"/>
        <w:rPr>
          <w:sz w:val="28"/>
          <w:szCs w:val="28"/>
        </w:rPr>
      </w:pPr>
      <w:r w:rsidRPr="00F452CD">
        <w:rPr>
          <w:sz w:val="28"/>
          <w:szCs w:val="28"/>
        </w:rPr>
        <w:t>ПОСТАНОВЛЯЕТ:</w:t>
      </w:r>
    </w:p>
    <w:p w:rsidR="0032119D" w:rsidRDefault="0032119D" w:rsidP="0032119D">
      <w:pPr>
        <w:ind w:firstLine="720"/>
        <w:jc w:val="both"/>
        <w:rPr>
          <w:sz w:val="28"/>
          <w:szCs w:val="28"/>
        </w:rPr>
      </w:pPr>
    </w:p>
    <w:p w:rsidR="0032119D" w:rsidRDefault="0032119D" w:rsidP="00242B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7D3D">
        <w:rPr>
          <w:sz w:val="28"/>
          <w:szCs w:val="28"/>
        </w:rPr>
        <w:t xml:space="preserve"> </w:t>
      </w:r>
      <w:r w:rsidR="00242BC8" w:rsidRPr="00242BC8">
        <w:rPr>
          <w:sz w:val="28"/>
          <w:szCs w:val="28"/>
        </w:rPr>
        <w:t xml:space="preserve">Внести изменения в муниципальную программу «Информирование населения о деятельности органов местного самоуправления на территории </w:t>
      </w:r>
      <w:r w:rsidR="00242BC8" w:rsidRPr="00242BC8">
        <w:rPr>
          <w:sz w:val="28"/>
          <w:szCs w:val="28"/>
        </w:rPr>
        <w:lastRenderedPageBreak/>
        <w:t>города Искитима Новосибирской области», утвержденную постановлением  администрации города Искитима Новосибирской области от 13.09.2017 №</w:t>
      </w:r>
      <w:r w:rsidR="0081488E">
        <w:rPr>
          <w:sz w:val="28"/>
          <w:szCs w:val="28"/>
        </w:rPr>
        <w:t xml:space="preserve"> </w:t>
      </w:r>
      <w:r w:rsidR="00242BC8" w:rsidRPr="00242BC8">
        <w:rPr>
          <w:sz w:val="28"/>
          <w:szCs w:val="28"/>
        </w:rPr>
        <w:t xml:space="preserve">1321 (с изменениями, внесенными постановлением администрации </w:t>
      </w:r>
      <w:proofErr w:type="spellStart"/>
      <w:r w:rsidR="00242BC8" w:rsidRPr="00242BC8">
        <w:rPr>
          <w:sz w:val="28"/>
          <w:szCs w:val="28"/>
        </w:rPr>
        <w:t>г</w:t>
      </w:r>
      <w:proofErr w:type="gramStart"/>
      <w:r w:rsidR="00242BC8" w:rsidRPr="00242BC8">
        <w:rPr>
          <w:sz w:val="28"/>
          <w:szCs w:val="28"/>
        </w:rPr>
        <w:t>.И</w:t>
      </w:r>
      <w:proofErr w:type="gramEnd"/>
      <w:r w:rsidR="00242BC8" w:rsidRPr="00242BC8">
        <w:rPr>
          <w:sz w:val="28"/>
          <w:szCs w:val="28"/>
        </w:rPr>
        <w:t>скитима</w:t>
      </w:r>
      <w:proofErr w:type="spellEnd"/>
      <w:r w:rsidR="00242BC8" w:rsidRPr="00242BC8">
        <w:rPr>
          <w:sz w:val="28"/>
          <w:szCs w:val="28"/>
        </w:rPr>
        <w:t xml:space="preserve"> Новосибирской области от 20.02.2019 №</w:t>
      </w:r>
      <w:r w:rsidR="0081488E">
        <w:rPr>
          <w:sz w:val="28"/>
          <w:szCs w:val="28"/>
        </w:rPr>
        <w:t xml:space="preserve"> </w:t>
      </w:r>
      <w:r w:rsidR="00242BC8" w:rsidRPr="00242BC8">
        <w:rPr>
          <w:sz w:val="28"/>
          <w:szCs w:val="28"/>
        </w:rPr>
        <w:t xml:space="preserve">225, постановлением администрации </w:t>
      </w:r>
      <w:proofErr w:type="spellStart"/>
      <w:r w:rsidR="00242BC8" w:rsidRPr="00242BC8">
        <w:rPr>
          <w:sz w:val="28"/>
          <w:szCs w:val="28"/>
        </w:rPr>
        <w:t>г.Искитима</w:t>
      </w:r>
      <w:proofErr w:type="spellEnd"/>
      <w:r w:rsidR="00242BC8" w:rsidRPr="00242BC8">
        <w:rPr>
          <w:sz w:val="28"/>
          <w:szCs w:val="28"/>
        </w:rPr>
        <w:t xml:space="preserve"> Новосибирской области от 26.02.2020 №</w:t>
      </w:r>
      <w:r w:rsidR="0081488E">
        <w:rPr>
          <w:sz w:val="28"/>
          <w:szCs w:val="28"/>
        </w:rPr>
        <w:t xml:space="preserve"> </w:t>
      </w:r>
      <w:r w:rsidR="00242BC8" w:rsidRPr="00242BC8">
        <w:rPr>
          <w:sz w:val="28"/>
          <w:szCs w:val="28"/>
        </w:rPr>
        <w:t>201</w:t>
      </w:r>
      <w:r w:rsidR="00107837">
        <w:rPr>
          <w:sz w:val="28"/>
          <w:szCs w:val="28"/>
        </w:rPr>
        <w:t xml:space="preserve">, </w:t>
      </w:r>
      <w:r w:rsidR="00107837" w:rsidRPr="00107837">
        <w:rPr>
          <w:sz w:val="28"/>
          <w:szCs w:val="28"/>
        </w:rPr>
        <w:t xml:space="preserve">постановлением администрации </w:t>
      </w:r>
      <w:proofErr w:type="spellStart"/>
      <w:r w:rsidR="00107837" w:rsidRPr="00107837">
        <w:rPr>
          <w:sz w:val="28"/>
          <w:szCs w:val="28"/>
        </w:rPr>
        <w:t>г.Искитима</w:t>
      </w:r>
      <w:proofErr w:type="spellEnd"/>
      <w:r w:rsidR="00107837" w:rsidRPr="00107837">
        <w:rPr>
          <w:sz w:val="28"/>
          <w:szCs w:val="28"/>
        </w:rPr>
        <w:t xml:space="preserve"> Новосибирской области от 09.02.2021 №</w:t>
      </w:r>
      <w:r w:rsidR="0081488E">
        <w:rPr>
          <w:sz w:val="28"/>
          <w:szCs w:val="28"/>
        </w:rPr>
        <w:t xml:space="preserve"> </w:t>
      </w:r>
      <w:r w:rsidR="00107837" w:rsidRPr="00107837">
        <w:rPr>
          <w:sz w:val="28"/>
          <w:szCs w:val="28"/>
        </w:rPr>
        <w:t>141</w:t>
      </w:r>
      <w:r w:rsidR="001919EE">
        <w:rPr>
          <w:sz w:val="28"/>
          <w:szCs w:val="28"/>
        </w:rPr>
        <w:t xml:space="preserve">, </w:t>
      </w:r>
      <w:r w:rsidR="001919EE" w:rsidRPr="001919EE">
        <w:rPr>
          <w:sz w:val="28"/>
          <w:szCs w:val="28"/>
        </w:rPr>
        <w:t xml:space="preserve">постановлением администрации </w:t>
      </w:r>
      <w:proofErr w:type="spellStart"/>
      <w:r w:rsidR="001919EE" w:rsidRPr="001919EE">
        <w:rPr>
          <w:sz w:val="28"/>
          <w:szCs w:val="28"/>
        </w:rPr>
        <w:t>г</w:t>
      </w:r>
      <w:proofErr w:type="gramStart"/>
      <w:r w:rsidR="001919EE" w:rsidRPr="001919EE">
        <w:rPr>
          <w:sz w:val="28"/>
          <w:szCs w:val="28"/>
        </w:rPr>
        <w:t>.И</w:t>
      </w:r>
      <w:proofErr w:type="gramEnd"/>
      <w:r w:rsidR="001919EE" w:rsidRPr="001919EE">
        <w:rPr>
          <w:sz w:val="28"/>
          <w:szCs w:val="28"/>
        </w:rPr>
        <w:t>скитима</w:t>
      </w:r>
      <w:proofErr w:type="spellEnd"/>
      <w:r w:rsidR="001919EE" w:rsidRPr="001919EE">
        <w:rPr>
          <w:sz w:val="28"/>
          <w:szCs w:val="28"/>
        </w:rPr>
        <w:t xml:space="preserve"> Новосибирской области от 02.03.2022 №</w:t>
      </w:r>
      <w:r w:rsidR="0081488E">
        <w:rPr>
          <w:sz w:val="28"/>
          <w:szCs w:val="28"/>
        </w:rPr>
        <w:t xml:space="preserve"> </w:t>
      </w:r>
      <w:r w:rsidR="001919EE" w:rsidRPr="001919EE">
        <w:rPr>
          <w:sz w:val="28"/>
          <w:szCs w:val="28"/>
        </w:rPr>
        <w:t>248</w:t>
      </w:r>
      <w:r w:rsidR="00814BDE">
        <w:rPr>
          <w:sz w:val="28"/>
          <w:szCs w:val="28"/>
        </w:rPr>
        <w:t xml:space="preserve">, </w:t>
      </w:r>
      <w:r w:rsidR="00814BDE" w:rsidRPr="00814BDE">
        <w:rPr>
          <w:sz w:val="28"/>
          <w:szCs w:val="28"/>
        </w:rPr>
        <w:t xml:space="preserve">постановлением администрации </w:t>
      </w:r>
      <w:proofErr w:type="spellStart"/>
      <w:r w:rsidR="00814BDE" w:rsidRPr="00814BDE">
        <w:rPr>
          <w:sz w:val="28"/>
          <w:szCs w:val="28"/>
        </w:rPr>
        <w:t>г.Искитима</w:t>
      </w:r>
      <w:proofErr w:type="spellEnd"/>
      <w:r w:rsidR="00814BDE" w:rsidRPr="00814BDE">
        <w:rPr>
          <w:sz w:val="28"/>
          <w:szCs w:val="28"/>
        </w:rPr>
        <w:t xml:space="preserve"> Новосибирской области от 07.06.2022 №</w:t>
      </w:r>
      <w:r w:rsidR="0081488E">
        <w:rPr>
          <w:sz w:val="28"/>
          <w:szCs w:val="28"/>
        </w:rPr>
        <w:t xml:space="preserve"> </w:t>
      </w:r>
      <w:r w:rsidR="00814BDE" w:rsidRPr="00814BDE">
        <w:rPr>
          <w:sz w:val="28"/>
          <w:szCs w:val="28"/>
        </w:rPr>
        <w:t>891</w:t>
      </w:r>
      <w:r w:rsidR="00E4664B">
        <w:rPr>
          <w:sz w:val="28"/>
          <w:szCs w:val="28"/>
        </w:rPr>
        <w:t xml:space="preserve">, </w:t>
      </w:r>
      <w:r w:rsidR="00E4664B" w:rsidRPr="00E4664B">
        <w:rPr>
          <w:sz w:val="28"/>
          <w:szCs w:val="28"/>
        </w:rPr>
        <w:t xml:space="preserve">постановлением администрации </w:t>
      </w:r>
      <w:proofErr w:type="spellStart"/>
      <w:r w:rsidR="00E4664B" w:rsidRPr="00E4664B">
        <w:rPr>
          <w:sz w:val="28"/>
          <w:szCs w:val="28"/>
        </w:rPr>
        <w:t>г.Искитима</w:t>
      </w:r>
      <w:proofErr w:type="spellEnd"/>
      <w:r w:rsidR="00E4664B" w:rsidRPr="00E4664B">
        <w:rPr>
          <w:sz w:val="28"/>
          <w:szCs w:val="28"/>
        </w:rPr>
        <w:t xml:space="preserve"> Новосибирской области от 28.09.2022</w:t>
      </w:r>
      <w:r w:rsidR="0081488E">
        <w:rPr>
          <w:sz w:val="28"/>
          <w:szCs w:val="28"/>
        </w:rPr>
        <w:t xml:space="preserve"> </w:t>
      </w:r>
      <w:r w:rsidR="00E4664B" w:rsidRPr="00E4664B">
        <w:rPr>
          <w:sz w:val="28"/>
          <w:szCs w:val="28"/>
        </w:rPr>
        <w:t>№</w:t>
      </w:r>
      <w:r w:rsidR="0081488E">
        <w:rPr>
          <w:sz w:val="28"/>
          <w:szCs w:val="28"/>
        </w:rPr>
        <w:t xml:space="preserve"> </w:t>
      </w:r>
      <w:r w:rsidR="00E4664B" w:rsidRPr="00E4664B">
        <w:rPr>
          <w:sz w:val="28"/>
          <w:szCs w:val="28"/>
        </w:rPr>
        <w:t>1664</w:t>
      </w:r>
      <w:r w:rsidR="00C21093">
        <w:rPr>
          <w:sz w:val="28"/>
          <w:szCs w:val="28"/>
        </w:rPr>
        <w:t xml:space="preserve">, </w:t>
      </w:r>
      <w:r w:rsidR="00C21093" w:rsidRPr="00C21093">
        <w:rPr>
          <w:sz w:val="28"/>
          <w:szCs w:val="28"/>
        </w:rPr>
        <w:t xml:space="preserve">постановлением администрации </w:t>
      </w:r>
      <w:proofErr w:type="spellStart"/>
      <w:r w:rsidR="00C21093" w:rsidRPr="00C21093">
        <w:rPr>
          <w:sz w:val="28"/>
          <w:szCs w:val="28"/>
        </w:rPr>
        <w:t>г.Искитима</w:t>
      </w:r>
      <w:proofErr w:type="spellEnd"/>
      <w:r w:rsidR="00C21093" w:rsidRPr="00C21093">
        <w:rPr>
          <w:sz w:val="28"/>
          <w:szCs w:val="28"/>
        </w:rPr>
        <w:t xml:space="preserve"> Новосибирской области от 04.04.2023 № 568</w:t>
      </w:r>
      <w:r w:rsidR="00242BC8" w:rsidRPr="00242BC8">
        <w:rPr>
          <w:sz w:val="28"/>
          <w:szCs w:val="28"/>
        </w:rPr>
        <w:t>)</w:t>
      </w:r>
      <w:r w:rsidR="000552EC">
        <w:rPr>
          <w:sz w:val="28"/>
          <w:szCs w:val="28"/>
        </w:rPr>
        <w:t xml:space="preserve"> </w:t>
      </w:r>
      <w:r w:rsidR="000552EC" w:rsidRPr="000552EC">
        <w:rPr>
          <w:sz w:val="28"/>
          <w:szCs w:val="28"/>
        </w:rPr>
        <w:t>(далее  – муниципальная программа</w:t>
      </w:r>
      <w:r w:rsidR="000552EC">
        <w:rPr>
          <w:sz w:val="28"/>
          <w:szCs w:val="28"/>
        </w:rPr>
        <w:t>)</w:t>
      </w:r>
      <w:r w:rsidR="00365239">
        <w:rPr>
          <w:sz w:val="28"/>
          <w:szCs w:val="28"/>
        </w:rPr>
        <w:t>, изложив ее в прилагаемой редакции.</w:t>
      </w:r>
      <w:r w:rsidR="0092732A">
        <w:rPr>
          <w:sz w:val="28"/>
          <w:szCs w:val="28"/>
        </w:rPr>
        <w:t xml:space="preserve"> </w:t>
      </w:r>
    </w:p>
    <w:p w:rsidR="00FC1626" w:rsidRPr="00FC1626" w:rsidRDefault="00457902" w:rsidP="00FC1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1626" w:rsidRPr="00FC1626">
        <w:rPr>
          <w:sz w:val="28"/>
          <w:szCs w:val="28"/>
        </w:rPr>
        <w:t>.Опубликовать настоящее постановление в газете «</w:t>
      </w:r>
      <w:proofErr w:type="spellStart"/>
      <w:r w:rsidR="00FC1626" w:rsidRPr="00FC1626">
        <w:rPr>
          <w:sz w:val="28"/>
          <w:szCs w:val="28"/>
        </w:rPr>
        <w:t>Искитимские</w:t>
      </w:r>
      <w:proofErr w:type="spellEnd"/>
      <w:r w:rsidR="00FC1626" w:rsidRPr="00FC1626">
        <w:rPr>
          <w:sz w:val="28"/>
          <w:szCs w:val="28"/>
        </w:rPr>
        <w:t xml:space="preserve"> ведомости» и разместить на официальном сайте администрации г. Искитима.</w:t>
      </w:r>
    </w:p>
    <w:p w:rsidR="00FC1626" w:rsidRPr="00FC1626" w:rsidRDefault="00457902" w:rsidP="00FC1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1626" w:rsidRPr="00FC1626">
        <w:rPr>
          <w:sz w:val="28"/>
          <w:szCs w:val="28"/>
        </w:rPr>
        <w:t>.Постановление вступает в силу с момента его официального опубликования и распространяет свое действие на правоо</w:t>
      </w:r>
      <w:r w:rsidR="00C21093">
        <w:rPr>
          <w:sz w:val="28"/>
          <w:szCs w:val="28"/>
        </w:rPr>
        <w:t>тношения, возникшие с 01.01.2024</w:t>
      </w:r>
      <w:r w:rsidR="00FC1626" w:rsidRPr="00FC1626">
        <w:rPr>
          <w:sz w:val="28"/>
          <w:szCs w:val="28"/>
        </w:rPr>
        <w:t xml:space="preserve"> года.</w:t>
      </w:r>
    </w:p>
    <w:p w:rsidR="00FC1626" w:rsidRPr="00FC1626" w:rsidRDefault="00457902" w:rsidP="00FC1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1626" w:rsidRPr="00FC1626">
        <w:rPr>
          <w:sz w:val="28"/>
          <w:szCs w:val="28"/>
        </w:rPr>
        <w:t>.</w:t>
      </w:r>
      <w:proofErr w:type="gramStart"/>
      <w:r w:rsidR="00FC1626" w:rsidRPr="00FC1626">
        <w:rPr>
          <w:sz w:val="28"/>
          <w:szCs w:val="28"/>
        </w:rPr>
        <w:t>Контроль за</w:t>
      </w:r>
      <w:proofErr w:type="gramEnd"/>
      <w:r w:rsidR="00FC1626" w:rsidRPr="00FC1626">
        <w:rPr>
          <w:sz w:val="28"/>
          <w:szCs w:val="28"/>
        </w:rPr>
        <w:t xml:space="preserve"> исполнением ожидаемых результатов муниципальной программы возложить на управляющего делами – начальника управления делами администрации города Искитима Новосибирской области Смирнову О.А.</w:t>
      </w:r>
    </w:p>
    <w:p w:rsidR="00FC1626" w:rsidRDefault="00FC1626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930FD7" w:rsidRDefault="00930FD7" w:rsidP="00FC1626">
      <w:pPr>
        <w:ind w:firstLine="720"/>
        <w:jc w:val="both"/>
        <w:rPr>
          <w:sz w:val="28"/>
          <w:szCs w:val="28"/>
        </w:rPr>
      </w:pPr>
    </w:p>
    <w:p w:rsidR="00930FD7" w:rsidRDefault="00930FD7" w:rsidP="00FC1626">
      <w:pPr>
        <w:ind w:firstLine="720"/>
        <w:jc w:val="both"/>
        <w:rPr>
          <w:sz w:val="28"/>
          <w:szCs w:val="28"/>
        </w:rPr>
      </w:pPr>
    </w:p>
    <w:p w:rsidR="00930FD7" w:rsidRDefault="00930FD7" w:rsidP="00FC1626">
      <w:pPr>
        <w:ind w:firstLine="720"/>
        <w:jc w:val="both"/>
        <w:rPr>
          <w:sz w:val="28"/>
          <w:szCs w:val="28"/>
        </w:rPr>
      </w:pPr>
    </w:p>
    <w:p w:rsidR="00930FD7" w:rsidRDefault="00930FD7" w:rsidP="00FC1626">
      <w:pPr>
        <w:ind w:firstLine="720"/>
        <w:jc w:val="both"/>
        <w:rPr>
          <w:sz w:val="28"/>
          <w:szCs w:val="28"/>
        </w:rPr>
      </w:pPr>
    </w:p>
    <w:p w:rsidR="00F110B8" w:rsidRDefault="00F110B8" w:rsidP="002A0AA3">
      <w:pPr>
        <w:jc w:val="both"/>
        <w:rPr>
          <w:sz w:val="28"/>
          <w:szCs w:val="28"/>
        </w:rPr>
      </w:pPr>
    </w:p>
    <w:p w:rsidR="008F00DE" w:rsidRDefault="00FC1626" w:rsidP="002A0AA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A0AA3">
        <w:rPr>
          <w:sz w:val="28"/>
          <w:szCs w:val="28"/>
        </w:rPr>
        <w:t xml:space="preserve"> </w:t>
      </w:r>
      <w:r w:rsidRPr="00FC1626">
        <w:rPr>
          <w:sz w:val="28"/>
          <w:szCs w:val="28"/>
        </w:rPr>
        <w:t xml:space="preserve">города </w:t>
      </w:r>
      <w:r w:rsidR="00897D3D">
        <w:rPr>
          <w:sz w:val="28"/>
          <w:szCs w:val="28"/>
        </w:rPr>
        <w:t>Искитима</w:t>
      </w:r>
      <w:r w:rsidRPr="00FC1626">
        <w:rPr>
          <w:sz w:val="28"/>
          <w:szCs w:val="28"/>
        </w:rPr>
        <w:t xml:space="preserve">                                    </w:t>
      </w:r>
      <w:r w:rsidR="00897D3D">
        <w:rPr>
          <w:sz w:val="28"/>
          <w:szCs w:val="28"/>
        </w:rPr>
        <w:t xml:space="preserve">            </w:t>
      </w:r>
      <w:r w:rsidR="002A0AA3">
        <w:rPr>
          <w:sz w:val="28"/>
          <w:szCs w:val="28"/>
        </w:rPr>
        <w:t xml:space="preserve"> </w:t>
      </w:r>
      <w:r w:rsidR="00897D3D">
        <w:rPr>
          <w:sz w:val="28"/>
          <w:szCs w:val="28"/>
        </w:rPr>
        <w:t xml:space="preserve">                   </w:t>
      </w:r>
      <w:r w:rsidR="002A0AA3">
        <w:rPr>
          <w:sz w:val="28"/>
          <w:szCs w:val="28"/>
        </w:rPr>
        <w:t>С.В.Завражи</w:t>
      </w:r>
      <w:r w:rsidR="00956775">
        <w:rPr>
          <w:sz w:val="28"/>
          <w:szCs w:val="28"/>
        </w:rPr>
        <w:t>н</w:t>
      </w:r>
    </w:p>
    <w:p w:rsidR="00930FD7" w:rsidRDefault="00930FD7" w:rsidP="00E234F1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</w:p>
    <w:p w:rsidR="00F9125C" w:rsidRDefault="00F9125C" w:rsidP="00E234F1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</w:p>
    <w:p w:rsidR="00E234F1" w:rsidRDefault="00E234F1" w:rsidP="00E234F1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Приложение к постановлению администрации города Искитима </w:t>
      </w:r>
    </w:p>
    <w:p w:rsidR="00E234F1" w:rsidRDefault="00E234F1" w:rsidP="00E234F1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Новосибирской области</w:t>
      </w:r>
    </w:p>
    <w:p w:rsidR="00E234F1" w:rsidRDefault="00E234F1" w:rsidP="00E234F1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 _________  № ______</w:t>
      </w:r>
    </w:p>
    <w:p w:rsidR="00E234F1" w:rsidRDefault="00E234F1" w:rsidP="00E234F1">
      <w:pPr>
        <w:tabs>
          <w:tab w:val="left" w:pos="8670"/>
        </w:tabs>
        <w:ind w:left="5760"/>
        <w:rPr>
          <w:sz w:val="24"/>
          <w:szCs w:val="24"/>
          <w:lang w:eastAsia="en-US"/>
        </w:rPr>
      </w:pP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«УТВЕРЖДЕНА</w:t>
      </w: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постановлением администрации</w:t>
      </w: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города Искитима </w:t>
      </w: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Новосибирской области </w:t>
      </w: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от  </w:t>
      </w:r>
      <w:r w:rsidR="002F6E80">
        <w:rPr>
          <w:sz w:val="24"/>
          <w:szCs w:val="24"/>
          <w:lang w:eastAsia="en-US"/>
        </w:rPr>
        <w:t xml:space="preserve">13.09.2017 </w:t>
      </w:r>
      <w:r>
        <w:rPr>
          <w:sz w:val="24"/>
          <w:szCs w:val="24"/>
          <w:lang w:eastAsia="en-US"/>
        </w:rPr>
        <w:t xml:space="preserve">№ </w:t>
      </w:r>
      <w:r w:rsidR="002F6E80">
        <w:rPr>
          <w:sz w:val="24"/>
          <w:szCs w:val="24"/>
          <w:lang w:eastAsia="en-US"/>
        </w:rPr>
        <w:t>1321</w:t>
      </w:r>
    </w:p>
    <w:p w:rsidR="00E234F1" w:rsidRDefault="00E234F1" w:rsidP="00E234F1">
      <w:pPr>
        <w:rPr>
          <w:sz w:val="28"/>
        </w:rPr>
      </w:pPr>
    </w:p>
    <w:p w:rsidR="00E234F1" w:rsidRDefault="00E234F1" w:rsidP="00E234F1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</w:t>
      </w:r>
    </w:p>
    <w:p w:rsidR="00E234F1" w:rsidRDefault="00E234F1" w:rsidP="00E234F1">
      <w:pPr>
        <w:jc w:val="center"/>
        <w:rPr>
          <w:sz w:val="24"/>
          <w:szCs w:val="24"/>
        </w:rPr>
      </w:pPr>
    </w:p>
    <w:p w:rsidR="00E234F1" w:rsidRDefault="00E234F1" w:rsidP="00E234F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E234F1" w:rsidRDefault="00E234F1" w:rsidP="00E234F1">
      <w:pPr>
        <w:jc w:val="center"/>
        <w:rPr>
          <w:sz w:val="28"/>
          <w:szCs w:val="28"/>
        </w:rPr>
      </w:pPr>
      <w:r w:rsidRPr="00D5554D">
        <w:rPr>
          <w:sz w:val="28"/>
          <w:szCs w:val="28"/>
        </w:rPr>
        <w:t xml:space="preserve"> «Информирование населения о деятельности органов местного самоуправления на территории города Искитима Новосибирской области»</w:t>
      </w:r>
    </w:p>
    <w:p w:rsidR="00E234F1" w:rsidRDefault="00E234F1" w:rsidP="00E234F1">
      <w:pPr>
        <w:jc w:val="center"/>
        <w:rPr>
          <w:sz w:val="28"/>
          <w:szCs w:val="28"/>
        </w:rPr>
      </w:pPr>
    </w:p>
    <w:p w:rsidR="00E234F1" w:rsidRDefault="00E234F1" w:rsidP="00E234F1">
      <w:pPr>
        <w:jc w:val="center"/>
        <w:rPr>
          <w:sz w:val="28"/>
          <w:szCs w:val="28"/>
        </w:rPr>
      </w:pPr>
    </w:p>
    <w:p w:rsidR="00E234F1" w:rsidRPr="00D5554D" w:rsidRDefault="00E234F1" w:rsidP="00E234F1">
      <w:pPr>
        <w:jc w:val="center"/>
        <w:rPr>
          <w:sz w:val="28"/>
          <w:szCs w:val="28"/>
        </w:rPr>
      </w:pPr>
      <w:r w:rsidRPr="00D5554D">
        <w:rPr>
          <w:sz w:val="28"/>
          <w:szCs w:val="28"/>
        </w:rPr>
        <w:t>I. Паспорт</w:t>
      </w:r>
    </w:p>
    <w:p w:rsidR="00E234F1" w:rsidRPr="00D5554D" w:rsidRDefault="00E234F1" w:rsidP="00E234F1">
      <w:pPr>
        <w:jc w:val="center"/>
        <w:rPr>
          <w:sz w:val="28"/>
          <w:szCs w:val="28"/>
        </w:rPr>
      </w:pPr>
      <w:r w:rsidRPr="00D5554D">
        <w:rPr>
          <w:sz w:val="28"/>
          <w:szCs w:val="28"/>
        </w:rPr>
        <w:t>муниципальной программы города Искитима</w:t>
      </w:r>
    </w:p>
    <w:p w:rsidR="00E234F1" w:rsidRDefault="00E234F1" w:rsidP="00E234F1">
      <w:pPr>
        <w:jc w:val="center"/>
        <w:rPr>
          <w:sz w:val="28"/>
          <w:szCs w:val="28"/>
        </w:rPr>
      </w:pPr>
      <w:r w:rsidRPr="00D5554D">
        <w:rPr>
          <w:sz w:val="28"/>
          <w:szCs w:val="28"/>
        </w:rPr>
        <w:t>Новосибирской области</w:t>
      </w:r>
    </w:p>
    <w:p w:rsidR="00E234F1" w:rsidRDefault="00E234F1" w:rsidP="00E234F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02"/>
      </w:tblGrid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содержание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1D43C3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 п</w:t>
            </w:r>
            <w:r w:rsidRPr="001D43C3">
              <w:rPr>
                <w:sz w:val="28"/>
                <w:szCs w:val="28"/>
              </w:rPr>
              <w:t>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1D43C3">
              <w:rPr>
                <w:sz w:val="28"/>
                <w:szCs w:val="28"/>
              </w:rPr>
              <w:t>«Информирование населения о деятельности органов местного самоуправления на территории города Искитима Новосибирской области»</w:t>
            </w:r>
            <w:r>
              <w:rPr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Заказчик (заказчик – координатор) муниципальной программы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1D43C3">
              <w:rPr>
                <w:sz w:val="28"/>
                <w:szCs w:val="28"/>
              </w:rPr>
              <w:t>Администрация города Искитима Новосибирской области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Управление делами администрации города Искитима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802" w:type="dxa"/>
          </w:tcPr>
          <w:p w:rsidR="00E234F1" w:rsidRPr="001D43C3" w:rsidRDefault="00E234F1" w:rsidP="00FD05F5">
            <w:pPr>
              <w:jc w:val="both"/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Управление делами администрации города Искитима, структурные подразделения администрации города Искитима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Подпрограммы не выделяются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</w:t>
            </w:r>
            <w:r w:rsidRPr="001D43C3">
              <w:rPr>
                <w:sz w:val="28"/>
                <w:szCs w:val="28"/>
              </w:rPr>
              <w:t>ормирование открытого информационного пространства на территории города Искитима</w:t>
            </w:r>
            <w:r>
              <w:rPr>
                <w:sz w:val="28"/>
                <w:szCs w:val="28"/>
              </w:rPr>
              <w:t>.</w:t>
            </w:r>
          </w:p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Pr="001D43C3">
              <w:rPr>
                <w:sz w:val="28"/>
                <w:szCs w:val="28"/>
              </w:rPr>
              <w:t>:</w:t>
            </w:r>
          </w:p>
          <w:p w:rsidR="00E234F1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D43C3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D2395C">
              <w:rPr>
                <w:color w:val="000000" w:themeColor="text1"/>
                <w:sz w:val="28"/>
                <w:szCs w:val="28"/>
              </w:rPr>
              <w:t xml:space="preserve">Своевременное и достоверное информирование о деятельности и решениях органов местного самоуправления </w:t>
            </w:r>
            <w:r w:rsidRPr="00ED2A07">
              <w:rPr>
                <w:color w:val="000000" w:themeColor="text1"/>
                <w:sz w:val="28"/>
                <w:szCs w:val="28"/>
              </w:rPr>
              <w:t xml:space="preserve">по различным общественно </w:t>
            </w:r>
            <w:r w:rsidRPr="00ED2A07">
              <w:rPr>
                <w:color w:val="000000" w:themeColor="text1"/>
                <w:sz w:val="28"/>
                <w:szCs w:val="28"/>
              </w:rPr>
              <w:lastRenderedPageBreak/>
              <w:t>значимым направлениям развития города Искитима.</w:t>
            </w:r>
          </w:p>
          <w:p w:rsidR="00E234F1" w:rsidRPr="00020160" w:rsidRDefault="00E234F1" w:rsidP="000625FC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2.Организация проведения информационно-разъяснительной работы по актуальным для населения вопросам.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B45BC5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802" w:type="dxa"/>
          </w:tcPr>
          <w:p w:rsidR="00E234F1" w:rsidRDefault="00E234F1" w:rsidP="00062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целевые индикаторы:</w:t>
            </w:r>
          </w:p>
          <w:p w:rsidR="00E234F1" w:rsidRPr="002C20A5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D2A07">
              <w:rPr>
                <w:color w:val="000000" w:themeColor="text1"/>
                <w:sz w:val="28"/>
                <w:szCs w:val="28"/>
              </w:rPr>
              <w:t xml:space="preserve">1. </w:t>
            </w:r>
            <w:r w:rsidRPr="002C20A5">
              <w:rPr>
                <w:color w:val="000000" w:themeColor="text1"/>
                <w:sz w:val="28"/>
                <w:szCs w:val="28"/>
              </w:rPr>
              <w:t>Доля нормативно - правовых актов, опубликованных в газете «</w:t>
            </w:r>
            <w:proofErr w:type="spellStart"/>
            <w:r w:rsidRPr="002C20A5">
              <w:rPr>
                <w:color w:val="000000" w:themeColor="text1"/>
                <w:sz w:val="28"/>
                <w:szCs w:val="28"/>
              </w:rPr>
              <w:t>Искитимские</w:t>
            </w:r>
            <w:proofErr w:type="spellEnd"/>
            <w:r w:rsidRPr="002C20A5">
              <w:rPr>
                <w:color w:val="000000" w:themeColor="text1"/>
                <w:sz w:val="28"/>
                <w:szCs w:val="28"/>
              </w:rPr>
              <w:t xml:space="preserve"> ведомости» и на официальном сайте администрации города Искитима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Pr="002C20A5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C20A5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2C20A5">
              <w:rPr>
                <w:color w:val="000000" w:themeColor="text1"/>
                <w:sz w:val="28"/>
                <w:szCs w:val="28"/>
              </w:rPr>
              <w:t xml:space="preserve"> % от утвержденных нормативно-правовых актов.</w:t>
            </w:r>
          </w:p>
          <w:p w:rsidR="00E234F1" w:rsidRPr="00ED2A07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D2A07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D2A07">
              <w:rPr>
                <w:color w:val="000000" w:themeColor="text1"/>
                <w:sz w:val="28"/>
                <w:szCs w:val="28"/>
              </w:rPr>
              <w:t>Количество ежедневных новостных материалов, размещаемых на официальном сайте администрации города Искитима, ед.</w:t>
            </w:r>
          </w:p>
          <w:p w:rsidR="00E234F1" w:rsidRPr="00ED2A07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D2A07">
              <w:rPr>
                <w:color w:val="000000" w:themeColor="text1"/>
                <w:sz w:val="28"/>
                <w:szCs w:val="28"/>
              </w:rPr>
              <w:t>3. Количество информационно – аналитических телепередач, вышедших в эфир, с участием органов местного самоуправления, ед.</w:t>
            </w:r>
          </w:p>
          <w:p w:rsidR="00E234F1" w:rsidRPr="00ED2A07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D2A07">
              <w:rPr>
                <w:color w:val="000000" w:themeColor="text1"/>
                <w:sz w:val="28"/>
                <w:szCs w:val="28"/>
              </w:rPr>
              <w:t>4. Количество трансляций на телевидении заказных сюжетов в программе «Новости», ед.</w:t>
            </w:r>
          </w:p>
          <w:p w:rsidR="00E234F1" w:rsidRPr="0063499F" w:rsidRDefault="00E234F1" w:rsidP="00FD05F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ED2A07">
              <w:rPr>
                <w:color w:val="000000" w:themeColor="text1"/>
                <w:sz w:val="28"/>
                <w:szCs w:val="28"/>
              </w:rPr>
              <w:t>. Количество встреч, проведенных представителями о</w:t>
            </w:r>
            <w:r w:rsidR="00FD05F5">
              <w:rPr>
                <w:color w:val="000000" w:themeColor="text1"/>
                <w:sz w:val="28"/>
                <w:szCs w:val="28"/>
              </w:rPr>
              <w:t xml:space="preserve">рганов местного самоуправления </w:t>
            </w:r>
            <w:r w:rsidRPr="00ED2A07">
              <w:rPr>
                <w:color w:val="000000" w:themeColor="text1"/>
                <w:sz w:val="28"/>
                <w:szCs w:val="28"/>
              </w:rPr>
              <w:t>с населением</w:t>
            </w:r>
            <w:r w:rsidR="00FD05F5">
              <w:rPr>
                <w:color w:val="000000" w:themeColor="text1"/>
                <w:sz w:val="28"/>
                <w:szCs w:val="28"/>
              </w:rPr>
              <w:t>,</w:t>
            </w:r>
            <w:r>
              <w:t xml:space="preserve"> </w:t>
            </w:r>
            <w:r w:rsidRPr="00ED2A07">
              <w:rPr>
                <w:color w:val="000000" w:themeColor="text1"/>
                <w:sz w:val="28"/>
                <w:szCs w:val="28"/>
              </w:rPr>
              <w:t>ед.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B45BC5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Сроки и этапы реализации  муниципальной программы</w:t>
            </w:r>
          </w:p>
        </w:tc>
        <w:tc>
          <w:tcPr>
            <w:tcW w:w="6802" w:type="dxa"/>
          </w:tcPr>
          <w:p w:rsidR="00E234F1" w:rsidRPr="00B45BC5" w:rsidRDefault="00E234F1" w:rsidP="000625FC">
            <w:pPr>
              <w:jc w:val="both"/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 xml:space="preserve">2018 </w:t>
            </w:r>
            <w:r>
              <w:rPr>
                <w:sz w:val="28"/>
                <w:szCs w:val="28"/>
              </w:rPr>
              <w:t>-</w:t>
            </w:r>
            <w:r w:rsidR="00A12319">
              <w:rPr>
                <w:sz w:val="28"/>
                <w:szCs w:val="28"/>
              </w:rPr>
              <w:t xml:space="preserve"> 2027</w:t>
            </w:r>
            <w:r w:rsidRPr="00B45BC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 (этапы не выделяются)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802" w:type="dxa"/>
          </w:tcPr>
          <w:p w:rsidR="00A12319" w:rsidRPr="00A12319" w:rsidRDefault="00676B45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  13</w:t>
            </w:r>
            <w:r w:rsidR="006F49F5">
              <w:rPr>
                <w:sz w:val="28"/>
                <w:szCs w:val="28"/>
              </w:rPr>
              <w:t>792,8</w:t>
            </w:r>
            <w:r w:rsidR="00A12319" w:rsidRPr="00A12319">
              <w:rPr>
                <w:sz w:val="28"/>
                <w:szCs w:val="28"/>
              </w:rPr>
              <w:t xml:space="preserve"> тыс. рублей.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В том числе по годам: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2018 год –1 442,6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2019 год – 1 100,0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2020 год – 972,0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2021 год – 1 153,6 тыс. рублей;</w:t>
            </w:r>
          </w:p>
          <w:p w:rsidR="00A12319" w:rsidRPr="00A12319" w:rsidRDefault="00FD461C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1 624,6</w:t>
            </w:r>
            <w:r w:rsidR="00A12319" w:rsidRPr="00A12319">
              <w:rPr>
                <w:sz w:val="28"/>
                <w:szCs w:val="28"/>
              </w:rPr>
              <w:t xml:space="preserve">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2023 год – 1 500,0 тыс. рублей;</w:t>
            </w:r>
          </w:p>
          <w:p w:rsidR="00A12319" w:rsidRPr="00A12319" w:rsidRDefault="006F49F5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FD05F5">
              <w:rPr>
                <w:sz w:val="28"/>
                <w:szCs w:val="28"/>
              </w:rPr>
              <w:t>1 500</w:t>
            </w:r>
            <w:r w:rsidR="00A12319" w:rsidRPr="00A12319">
              <w:rPr>
                <w:sz w:val="28"/>
                <w:szCs w:val="28"/>
              </w:rPr>
              <w:t xml:space="preserve">,0 </w:t>
            </w:r>
            <w:proofErr w:type="spellStart"/>
            <w:r w:rsidR="00A12319" w:rsidRPr="00A12319">
              <w:rPr>
                <w:sz w:val="28"/>
                <w:szCs w:val="28"/>
              </w:rPr>
              <w:t>тыс</w:t>
            </w:r>
            <w:proofErr w:type="gramStart"/>
            <w:r w:rsidR="00A12319" w:rsidRPr="00A12319">
              <w:rPr>
                <w:sz w:val="28"/>
                <w:szCs w:val="28"/>
              </w:rPr>
              <w:t>.р</w:t>
            </w:r>
            <w:proofErr w:type="gramEnd"/>
            <w:r w:rsidR="00A12319" w:rsidRPr="00A12319">
              <w:rPr>
                <w:sz w:val="28"/>
                <w:szCs w:val="28"/>
              </w:rPr>
              <w:t>ублей</w:t>
            </w:r>
            <w:proofErr w:type="spellEnd"/>
            <w:r w:rsidR="00A12319" w:rsidRPr="00A12319">
              <w:rPr>
                <w:sz w:val="28"/>
                <w:szCs w:val="28"/>
              </w:rPr>
              <w:t>;</w:t>
            </w:r>
          </w:p>
          <w:p w:rsidR="00A12319" w:rsidRDefault="006F49F5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FD05F5">
              <w:rPr>
                <w:sz w:val="28"/>
                <w:szCs w:val="28"/>
              </w:rPr>
              <w:t>1 500</w:t>
            </w:r>
            <w:r w:rsidR="00A12319">
              <w:rPr>
                <w:sz w:val="28"/>
                <w:szCs w:val="28"/>
              </w:rPr>
              <w:t xml:space="preserve">,0 </w:t>
            </w:r>
            <w:proofErr w:type="spellStart"/>
            <w:r w:rsidR="00A12319">
              <w:rPr>
                <w:sz w:val="28"/>
                <w:szCs w:val="28"/>
              </w:rPr>
              <w:t>тыс</w:t>
            </w:r>
            <w:proofErr w:type="gramStart"/>
            <w:r w:rsidR="00A12319">
              <w:rPr>
                <w:sz w:val="28"/>
                <w:szCs w:val="28"/>
              </w:rPr>
              <w:t>.р</w:t>
            </w:r>
            <w:proofErr w:type="gramEnd"/>
            <w:r w:rsidR="00A12319">
              <w:rPr>
                <w:sz w:val="28"/>
                <w:szCs w:val="28"/>
              </w:rPr>
              <w:t>ублей</w:t>
            </w:r>
            <w:proofErr w:type="spellEnd"/>
            <w:r w:rsidR="00A12319">
              <w:rPr>
                <w:sz w:val="28"/>
                <w:szCs w:val="28"/>
              </w:rPr>
              <w:t>;</w:t>
            </w:r>
          </w:p>
          <w:p w:rsidR="00A12319" w:rsidRDefault="00A12319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1 500,0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A12319">
              <w:rPr>
                <w:sz w:val="28"/>
                <w:szCs w:val="28"/>
              </w:rPr>
              <w:t xml:space="preserve"> год – 1 500,0 </w:t>
            </w:r>
            <w:proofErr w:type="spellStart"/>
            <w:r w:rsidRPr="00A12319">
              <w:rPr>
                <w:sz w:val="28"/>
                <w:szCs w:val="28"/>
              </w:rPr>
              <w:t>тыс</w:t>
            </w:r>
            <w:proofErr w:type="gramStart"/>
            <w:r w:rsidRPr="00A12319">
              <w:rPr>
                <w:sz w:val="28"/>
                <w:szCs w:val="28"/>
              </w:rPr>
              <w:t>.р</w:t>
            </w:r>
            <w:proofErr w:type="gramEnd"/>
            <w:r w:rsidRPr="00A12319">
              <w:rPr>
                <w:sz w:val="28"/>
                <w:szCs w:val="28"/>
              </w:rPr>
              <w:t>ублей</w:t>
            </w:r>
            <w:proofErr w:type="spellEnd"/>
            <w:r w:rsidRPr="00A12319">
              <w:rPr>
                <w:sz w:val="28"/>
                <w:szCs w:val="28"/>
              </w:rPr>
              <w:t>;</w:t>
            </w:r>
          </w:p>
          <w:p w:rsidR="00E234F1" w:rsidRPr="001D43C3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Финансирование осуществляется за счет средств бюджета города Искитима.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EF4D74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802" w:type="dxa"/>
          </w:tcPr>
          <w:p w:rsidR="00E234F1" w:rsidRPr="00F056E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>1. Доля нормативно - правовых актов, опубликованных в газете «</w:t>
            </w:r>
            <w:proofErr w:type="spellStart"/>
            <w:r w:rsidRPr="00F056EF">
              <w:rPr>
                <w:color w:val="000000" w:themeColor="text1"/>
                <w:sz w:val="28"/>
                <w:szCs w:val="28"/>
              </w:rPr>
              <w:t>Искитимские</w:t>
            </w:r>
            <w:proofErr w:type="spellEnd"/>
            <w:r w:rsidRPr="00F056EF">
              <w:rPr>
                <w:color w:val="000000" w:themeColor="text1"/>
                <w:sz w:val="28"/>
                <w:szCs w:val="28"/>
              </w:rPr>
              <w:t xml:space="preserve"> ведомости» и на официальном сайте администрации города Искитима составит 100% от утвержденных нормативно-правовых актов.</w:t>
            </w:r>
          </w:p>
          <w:p w:rsidR="00E234F1" w:rsidRPr="00F056E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 xml:space="preserve">2. Количество новостных материалов, размещенных на официальном сайте администрации города </w:t>
            </w:r>
            <w:r w:rsidRPr="00F056EF">
              <w:rPr>
                <w:color w:val="000000" w:themeColor="text1"/>
                <w:sz w:val="28"/>
                <w:szCs w:val="28"/>
              </w:rPr>
              <w:lastRenderedPageBreak/>
              <w:t xml:space="preserve">Искитима, </w:t>
            </w:r>
            <w:r w:rsidRPr="00B066DF">
              <w:rPr>
                <w:color w:val="000000" w:themeColor="text1"/>
                <w:sz w:val="28"/>
                <w:szCs w:val="28"/>
              </w:rPr>
              <w:t xml:space="preserve">увеличится с 247 в 2017 году до  </w:t>
            </w:r>
            <w:r w:rsidR="00B066DF" w:rsidRPr="00B066DF">
              <w:rPr>
                <w:color w:val="000000" w:themeColor="text1"/>
                <w:sz w:val="28"/>
                <w:szCs w:val="28"/>
              </w:rPr>
              <w:t>1743 ед. в 2027</w:t>
            </w:r>
            <w:r w:rsidRPr="00B066DF">
              <w:rPr>
                <w:color w:val="000000" w:themeColor="text1"/>
                <w:sz w:val="28"/>
                <w:szCs w:val="28"/>
              </w:rPr>
              <w:t xml:space="preserve"> году.</w:t>
            </w:r>
          </w:p>
          <w:p w:rsidR="00E234F1" w:rsidRPr="00F056E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 xml:space="preserve">3. Количество информационно – аналитических телепередач, вышедших в эфир, с участием органов местного самоуправления составит </w:t>
            </w:r>
            <w:r w:rsidR="00B066DF">
              <w:rPr>
                <w:color w:val="000000" w:themeColor="text1"/>
                <w:sz w:val="28"/>
                <w:szCs w:val="28"/>
              </w:rPr>
              <w:t>318</w:t>
            </w:r>
            <w:r w:rsidRPr="00B066DF">
              <w:rPr>
                <w:color w:val="000000" w:themeColor="text1"/>
                <w:sz w:val="28"/>
                <w:szCs w:val="28"/>
              </w:rPr>
              <w:t xml:space="preserve"> единиц</w:t>
            </w:r>
            <w:r w:rsidR="00B066DF" w:rsidRPr="00B066DF">
              <w:rPr>
                <w:color w:val="000000" w:themeColor="text1"/>
                <w:sz w:val="28"/>
                <w:szCs w:val="28"/>
              </w:rPr>
              <w:t>ы</w:t>
            </w:r>
            <w:r w:rsidRPr="00B066DF">
              <w:rPr>
                <w:color w:val="000000" w:themeColor="text1"/>
                <w:sz w:val="28"/>
                <w:szCs w:val="28"/>
              </w:rPr>
              <w:t>.</w:t>
            </w:r>
          </w:p>
          <w:p w:rsidR="00E234F1" w:rsidRPr="00F056E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 xml:space="preserve">4. Количество трансляций на телевидении заказных сюжетов в программе </w:t>
            </w:r>
            <w:r w:rsidRPr="009A54E6">
              <w:rPr>
                <w:color w:val="000000" w:themeColor="text1"/>
                <w:sz w:val="28"/>
                <w:szCs w:val="28"/>
              </w:rPr>
              <w:t xml:space="preserve">«Новости» </w:t>
            </w:r>
            <w:r w:rsidR="009A54E6" w:rsidRPr="009A54E6">
              <w:rPr>
                <w:color w:val="000000" w:themeColor="text1"/>
                <w:sz w:val="28"/>
                <w:szCs w:val="28"/>
              </w:rPr>
              <w:t>составит 347</w:t>
            </w:r>
            <w:r w:rsidRPr="009A54E6">
              <w:rPr>
                <w:color w:val="000000" w:themeColor="text1"/>
                <w:sz w:val="28"/>
                <w:szCs w:val="28"/>
              </w:rPr>
              <w:t xml:space="preserve">  единиц.</w:t>
            </w:r>
          </w:p>
          <w:p w:rsidR="00E234F1" w:rsidRPr="0023033D" w:rsidRDefault="00E234F1" w:rsidP="00676B4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 xml:space="preserve">5. Количество </w:t>
            </w:r>
            <w:proofErr w:type="gramStart"/>
            <w:r w:rsidRPr="00F056EF">
              <w:rPr>
                <w:color w:val="000000" w:themeColor="text1"/>
                <w:sz w:val="28"/>
                <w:szCs w:val="28"/>
              </w:rPr>
              <w:t xml:space="preserve">встреч, проведенных представителями </w:t>
            </w:r>
            <w:r w:rsidR="00676B45">
              <w:rPr>
                <w:color w:val="000000" w:themeColor="text1"/>
                <w:sz w:val="28"/>
                <w:szCs w:val="28"/>
              </w:rPr>
              <w:t>органов местного самоуправления</w:t>
            </w:r>
            <w:r w:rsidRPr="00F056EF">
              <w:rPr>
                <w:color w:val="000000" w:themeColor="text1"/>
                <w:sz w:val="28"/>
                <w:szCs w:val="28"/>
              </w:rPr>
              <w:t xml:space="preserve"> с населением </w:t>
            </w:r>
            <w:r w:rsidR="005126FB" w:rsidRPr="005126FB">
              <w:rPr>
                <w:color w:val="000000" w:themeColor="text1"/>
                <w:sz w:val="28"/>
                <w:szCs w:val="28"/>
              </w:rPr>
              <w:t>составит</w:t>
            </w:r>
            <w:proofErr w:type="gramEnd"/>
            <w:r w:rsidR="005126FB" w:rsidRPr="005126FB">
              <w:rPr>
                <w:color w:val="000000" w:themeColor="text1"/>
                <w:sz w:val="28"/>
                <w:szCs w:val="28"/>
              </w:rPr>
              <w:t xml:space="preserve"> 115</w:t>
            </w:r>
            <w:r w:rsidRPr="005126FB">
              <w:rPr>
                <w:color w:val="000000" w:themeColor="text1"/>
                <w:sz w:val="28"/>
                <w:szCs w:val="28"/>
              </w:rPr>
              <w:t xml:space="preserve"> единиц.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EF4D74" w:rsidRDefault="00E234F1" w:rsidP="000625FC">
            <w:pPr>
              <w:rPr>
                <w:sz w:val="28"/>
                <w:szCs w:val="28"/>
              </w:rPr>
            </w:pPr>
            <w:r w:rsidRPr="00CB439A">
              <w:rPr>
                <w:sz w:val="28"/>
                <w:szCs w:val="28"/>
              </w:rPr>
              <w:lastRenderedPageBreak/>
              <w:t>Электронный адрес размещения муниципальной программы в сети Интернет</w:t>
            </w:r>
          </w:p>
        </w:tc>
        <w:tc>
          <w:tcPr>
            <w:tcW w:w="6802" w:type="dxa"/>
          </w:tcPr>
          <w:p w:rsidR="00E234F1" w:rsidRPr="001D43C3" w:rsidRDefault="00676B45" w:rsidP="000625FC">
            <w:pPr>
              <w:jc w:val="both"/>
              <w:rPr>
                <w:sz w:val="28"/>
                <w:szCs w:val="28"/>
              </w:rPr>
            </w:pPr>
            <w:r w:rsidRPr="00676B45">
              <w:rPr>
                <w:sz w:val="28"/>
                <w:szCs w:val="28"/>
              </w:rPr>
              <w:t>https://iskitim.nso.ru/page/61568</w:t>
            </w:r>
          </w:p>
        </w:tc>
      </w:tr>
    </w:tbl>
    <w:p w:rsidR="00E234F1" w:rsidRDefault="00E234F1" w:rsidP="00E23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234F1" w:rsidRDefault="00E234F1" w:rsidP="00E234F1">
      <w:pPr>
        <w:jc w:val="both"/>
        <w:rPr>
          <w:sz w:val="28"/>
          <w:szCs w:val="28"/>
        </w:rPr>
      </w:pPr>
    </w:p>
    <w:p w:rsidR="00E234F1" w:rsidRDefault="00E234F1" w:rsidP="00E23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4A2D">
        <w:rPr>
          <w:sz w:val="28"/>
          <w:szCs w:val="28"/>
        </w:rPr>
        <w:t>II. Обоснование необходимости разработки муниципальной программы</w:t>
      </w:r>
    </w:p>
    <w:p w:rsidR="00E234F1" w:rsidRPr="0023033D" w:rsidRDefault="00E234F1" w:rsidP="00E234F1">
      <w:pPr>
        <w:ind w:left="360"/>
        <w:jc w:val="both"/>
        <w:rPr>
          <w:color w:val="FF0000"/>
          <w:sz w:val="28"/>
          <w:szCs w:val="28"/>
        </w:rPr>
      </w:pPr>
    </w:p>
    <w:p w:rsidR="00E234F1" w:rsidRPr="00D54F4E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>Осуществление информационной стратегии органов местного самоуправления предполагает важную социальную функцию - оперативное информирование населения о своей деятельности для удовлетворения его информационных потребностей, обеспечения конструктивного взаимодействия населения с органами местного самоуправления.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 xml:space="preserve">В </w:t>
      </w:r>
      <w:proofErr w:type="gramStart"/>
      <w:r w:rsidRPr="00D54F4E">
        <w:rPr>
          <w:color w:val="000000" w:themeColor="text1"/>
          <w:sz w:val="28"/>
          <w:szCs w:val="28"/>
        </w:rPr>
        <w:t>демократическом обществе</w:t>
      </w:r>
      <w:proofErr w:type="gramEnd"/>
      <w:r w:rsidRPr="00D54F4E">
        <w:rPr>
          <w:color w:val="000000" w:themeColor="text1"/>
          <w:sz w:val="28"/>
          <w:szCs w:val="28"/>
        </w:rPr>
        <w:t xml:space="preserve"> с рыночно ориентированной экономикой воздействие общественного мнения, выраженного через различные формы общественных движений, через средства массовой информации, является важным и необходимым элементом решения многих социально значимых проблем. 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>В связи с этим формирование активной позиции общественности по социально значимым вопросам рассматривается в качестве важной задачи. Открытый и беспрепятственный доступ к общественно значимой информации выступает гарантом справедливого управления</w:t>
      </w:r>
      <w:r>
        <w:rPr>
          <w:color w:val="000000" w:themeColor="text1"/>
          <w:sz w:val="28"/>
          <w:szCs w:val="28"/>
        </w:rPr>
        <w:t xml:space="preserve"> </w:t>
      </w:r>
      <w:r w:rsidRPr="00D54F4E">
        <w:rPr>
          <w:color w:val="000000" w:themeColor="text1"/>
          <w:sz w:val="28"/>
          <w:szCs w:val="28"/>
        </w:rPr>
        <w:t xml:space="preserve">и свободного общества. Общественно значимая информация способствует просвещению народа, стимулирует прогресс и помогает решению стоящих перед </w:t>
      </w:r>
      <w:r>
        <w:rPr>
          <w:color w:val="000000" w:themeColor="text1"/>
          <w:sz w:val="28"/>
          <w:szCs w:val="28"/>
        </w:rPr>
        <w:t>органами власти</w:t>
      </w:r>
      <w:r w:rsidRPr="00D54F4E">
        <w:rPr>
          <w:color w:val="000000" w:themeColor="text1"/>
          <w:sz w:val="28"/>
          <w:szCs w:val="28"/>
        </w:rPr>
        <w:t xml:space="preserve"> сложных экономических, научных и социальных проблем. </w:t>
      </w:r>
    </w:p>
    <w:p w:rsidR="00E234F1" w:rsidRPr="00824628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 xml:space="preserve">Это положение вытекает из идеи о том, что свободный доступ каждого к информации - основной принцип свободных обществ, гарантируемый их конституциями и международными законами. Это указано в статье 19 Всеобщей декларации </w:t>
      </w:r>
      <w:r>
        <w:rPr>
          <w:color w:val="000000" w:themeColor="text1"/>
          <w:sz w:val="28"/>
          <w:szCs w:val="28"/>
        </w:rPr>
        <w:t xml:space="preserve">прав человека, которая гласит: </w:t>
      </w:r>
      <w:r w:rsidRPr="00824628">
        <w:rPr>
          <w:color w:val="000000" w:themeColor="text1"/>
          <w:sz w:val="28"/>
          <w:szCs w:val="28"/>
        </w:rPr>
        <w:t>«</w:t>
      </w:r>
      <w:r w:rsidRPr="00D54F4E">
        <w:rPr>
          <w:color w:val="000000" w:themeColor="text1"/>
          <w:sz w:val="28"/>
          <w:szCs w:val="28"/>
        </w:rPr>
        <w:t>Каждый человек имеет право на свободу убеждений и на свободное выражение их; это право включает свободу беспрепятственно придерживаться своих убеждений, свободу искать, получать и распространять информацию и идеи любыми средствами и незав</w:t>
      </w:r>
      <w:r>
        <w:rPr>
          <w:color w:val="000000" w:themeColor="text1"/>
          <w:sz w:val="28"/>
          <w:szCs w:val="28"/>
        </w:rPr>
        <w:t>исимо от государственных границ</w:t>
      </w:r>
      <w:r w:rsidRPr="00824628">
        <w:rPr>
          <w:color w:val="000000" w:themeColor="text1"/>
          <w:sz w:val="28"/>
          <w:szCs w:val="28"/>
        </w:rPr>
        <w:t>»</w:t>
      </w:r>
      <w:r w:rsidRPr="00D54F4E">
        <w:rPr>
          <w:color w:val="000000" w:themeColor="text1"/>
          <w:sz w:val="28"/>
          <w:szCs w:val="28"/>
        </w:rPr>
        <w:t xml:space="preserve">. </w:t>
      </w:r>
    </w:p>
    <w:p w:rsidR="00E234F1" w:rsidRPr="00D84689" w:rsidRDefault="00E234F1" w:rsidP="00E234F1">
      <w:pPr>
        <w:ind w:left="360" w:firstLine="360"/>
        <w:jc w:val="both"/>
        <w:rPr>
          <w:color w:val="FF0000"/>
          <w:sz w:val="28"/>
          <w:szCs w:val="28"/>
        </w:rPr>
      </w:pPr>
      <w:proofErr w:type="gramStart"/>
      <w:r w:rsidRPr="00D54F4E">
        <w:rPr>
          <w:color w:val="000000" w:themeColor="text1"/>
          <w:sz w:val="28"/>
          <w:szCs w:val="28"/>
        </w:rPr>
        <w:lastRenderedPageBreak/>
        <w:t xml:space="preserve">В ст. 10 Конвенции защиты прав человека и основных свобод, а также в документах, разработанных органами Конвенции, включая прецеденты, рассматриваемые Европейским судом по правам человека, ясно указано, что в странах-членах Совета Европы свобода доступа каждого к официальным (административным) документам рассматривается как средство надзора над действиями </w:t>
      </w:r>
      <w:r>
        <w:rPr>
          <w:color w:val="000000" w:themeColor="text1"/>
          <w:sz w:val="28"/>
          <w:szCs w:val="28"/>
        </w:rPr>
        <w:t xml:space="preserve">органов власти </w:t>
      </w:r>
      <w:r w:rsidRPr="00D54F4E">
        <w:rPr>
          <w:color w:val="000000" w:themeColor="text1"/>
          <w:sz w:val="28"/>
          <w:szCs w:val="28"/>
        </w:rPr>
        <w:t>и как показатель состояния демократии.</w:t>
      </w:r>
      <w:proofErr w:type="gramEnd"/>
      <w:r w:rsidRPr="00D54F4E">
        <w:rPr>
          <w:color w:val="000000" w:themeColor="text1"/>
          <w:sz w:val="28"/>
          <w:szCs w:val="28"/>
        </w:rPr>
        <w:t xml:space="preserve"> Эта свобода является одним из основных методов участия граждан в местной общественной жизни и общественной жизни всей нации. Доступ к информации - средство достижения открытости в общественной жизни.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 xml:space="preserve">Реальное участие общественности в подготовке и принятии решений, значимых для местного самоуправления, предполагает полную информированность населения уже на ранних стадиях процесса принятия решений. Это возможно только в том случае, если доступ к информации будет свободным и легким. Принимающие решения инстанции должны приглашать общественность к сотрудничеству - просить ее формулировать вопросы и высказывать свое мнение на дискуссиях, адекватно реагировать на высказываемые замечания и пожелания. 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>Организация общественного участия в проектах развития города - это еще и процесс построения взаимного доверия и преодоления стереотипов между представителями общест</w:t>
      </w:r>
      <w:r>
        <w:rPr>
          <w:color w:val="000000" w:themeColor="text1"/>
          <w:sz w:val="28"/>
          <w:szCs w:val="28"/>
        </w:rPr>
        <w:t>венных организаций и представителями органов власти</w:t>
      </w:r>
      <w:r w:rsidRPr="00D54F4E">
        <w:rPr>
          <w:color w:val="000000" w:themeColor="text1"/>
          <w:sz w:val="28"/>
          <w:szCs w:val="28"/>
        </w:rPr>
        <w:t>. А это тоже невозможно без участия местной прессы.</w:t>
      </w:r>
      <w:r>
        <w:rPr>
          <w:color w:val="000000" w:themeColor="text1"/>
          <w:sz w:val="28"/>
          <w:szCs w:val="28"/>
        </w:rPr>
        <w:t xml:space="preserve">     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91E05">
        <w:rPr>
          <w:color w:val="000000" w:themeColor="text1"/>
          <w:sz w:val="28"/>
          <w:szCs w:val="28"/>
        </w:rPr>
        <w:t>Очевидно, что положительный эффект от деятельности органов местного самоуправления существенно снижается, если эта деятельность не обеспечена соответствующей информационной поддержкой или таковая не является системной.</w:t>
      </w:r>
    </w:p>
    <w:p w:rsidR="00E234F1" w:rsidRPr="00D54F4E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91E05">
        <w:rPr>
          <w:color w:val="000000" w:themeColor="text1"/>
          <w:sz w:val="28"/>
          <w:szCs w:val="28"/>
        </w:rPr>
        <w:t>Поэтому возникает необходимость реализовать специальные программы, позволяющие создать режим диалога между местной властью, местной прессой, структурами гражданского общества.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8D3D53">
        <w:rPr>
          <w:sz w:val="28"/>
          <w:szCs w:val="28"/>
        </w:rPr>
        <w:t>Нормативной правовой баз</w:t>
      </w:r>
      <w:r>
        <w:rPr>
          <w:sz w:val="28"/>
          <w:szCs w:val="28"/>
        </w:rPr>
        <w:t>ой для разработки и реализации муниципальной п</w:t>
      </w:r>
      <w:r w:rsidRPr="008D3D53">
        <w:rPr>
          <w:sz w:val="28"/>
          <w:szCs w:val="28"/>
        </w:rPr>
        <w:t>рограммы являются:</w:t>
      </w:r>
    </w:p>
    <w:p w:rsidR="00E234F1" w:rsidRPr="00B11FA3" w:rsidRDefault="00E234F1" w:rsidP="00E234F1">
      <w:pPr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 xml:space="preserve">     - Указ Президен</w:t>
      </w:r>
      <w:r w:rsidR="00E85B41">
        <w:rPr>
          <w:color w:val="000000" w:themeColor="text1"/>
          <w:sz w:val="28"/>
          <w:szCs w:val="28"/>
        </w:rPr>
        <w:t>та РФ от 09.05.2017 №</w:t>
      </w:r>
      <w:r w:rsidRPr="00B11FA3">
        <w:rPr>
          <w:color w:val="000000" w:themeColor="text1"/>
          <w:sz w:val="28"/>
          <w:szCs w:val="28"/>
        </w:rPr>
        <w:t xml:space="preserve"> 203 "О Стратегии развития                  информационного общества в Российской Федерации на 2017 - 2030 годы";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Федеральный закон Российской Федерации от 09.02.2009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8-ФЗ «Об обеспечении доступа к информации о деятельности государственных органов и органов местного самоуправления»;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Закон Российской Федерации от 27.12.1991 №</w:t>
      </w:r>
      <w:r w:rsidR="00E85B41">
        <w:rPr>
          <w:color w:val="000000" w:themeColor="text1"/>
          <w:sz w:val="28"/>
          <w:szCs w:val="28"/>
        </w:rPr>
        <w:t xml:space="preserve"> </w:t>
      </w:r>
      <w:r w:rsidR="00110473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2124-1 «О средствах массовой информации»;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Федеральный закон Российской Федерации от 14.06.2011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142-ФЗ «О внесении изменений в отдельные законодательные акты Российской Федерации в связи с совершенствованием правового регулирования в сфере средств массовой информации»;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Федеральный закон Российской Федерации от 27.07.2006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149-ФЗ «Об информации, информационных технологиях и о защите информации»;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Закон Новосибирской области от 25.12.2006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80-ОЗ «О нормативных правовых актах Новосибирской области»;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lastRenderedPageBreak/>
        <w:t>- постановление администрации города Искитима Новосибирской области от 19.10.2011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1502 «Об утверждении положения об официальном интернет-сайте администрации города Искитима»;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постановление администрации города Искитима Новосибирской области от 28.05.2013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 xml:space="preserve">842 «Об утверждении Порядка обеспечения доступа к информации о деятельности администрации </w:t>
      </w:r>
      <w:proofErr w:type="spellStart"/>
      <w:r w:rsidRPr="00B11FA3">
        <w:rPr>
          <w:color w:val="000000" w:themeColor="text1"/>
          <w:sz w:val="28"/>
          <w:szCs w:val="28"/>
        </w:rPr>
        <w:t>г</w:t>
      </w:r>
      <w:proofErr w:type="gramStart"/>
      <w:r w:rsidRPr="00B11FA3">
        <w:rPr>
          <w:color w:val="000000" w:themeColor="text1"/>
          <w:sz w:val="28"/>
          <w:szCs w:val="28"/>
        </w:rPr>
        <w:t>.И</w:t>
      </w:r>
      <w:proofErr w:type="gramEnd"/>
      <w:r w:rsidRPr="00B11FA3">
        <w:rPr>
          <w:color w:val="000000" w:themeColor="text1"/>
          <w:sz w:val="28"/>
          <w:szCs w:val="28"/>
        </w:rPr>
        <w:t>скитима</w:t>
      </w:r>
      <w:proofErr w:type="spellEnd"/>
      <w:r w:rsidRPr="00B11FA3">
        <w:rPr>
          <w:color w:val="000000" w:themeColor="text1"/>
          <w:sz w:val="28"/>
          <w:szCs w:val="28"/>
        </w:rPr>
        <w:t xml:space="preserve"> Новосибирской области» (в редакции постановлений администрации города Искитима Новосибирской области от 16.03.2017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430, от 05.07.2017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1022, от 23.08.2018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1308</w:t>
      </w:r>
      <w:r w:rsidR="00E85B41">
        <w:rPr>
          <w:color w:val="000000" w:themeColor="text1"/>
          <w:sz w:val="28"/>
          <w:szCs w:val="28"/>
        </w:rPr>
        <w:t>, от 29.10.2019 № 1489</w:t>
      </w:r>
      <w:r w:rsidRPr="00B11FA3">
        <w:rPr>
          <w:color w:val="000000" w:themeColor="text1"/>
          <w:sz w:val="28"/>
          <w:szCs w:val="28"/>
        </w:rPr>
        <w:t>);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 xml:space="preserve">- </w:t>
      </w:r>
      <w:r w:rsidR="00E85B41" w:rsidRPr="00E85B41">
        <w:rPr>
          <w:color w:val="000000" w:themeColor="text1"/>
          <w:sz w:val="28"/>
          <w:szCs w:val="28"/>
        </w:rPr>
        <w:t>распоряжением администрации города Искитима Новосибирской области от 14.08.2020 года №</w:t>
      </w:r>
      <w:r w:rsidR="00E85B41">
        <w:rPr>
          <w:color w:val="000000" w:themeColor="text1"/>
          <w:sz w:val="28"/>
          <w:szCs w:val="28"/>
        </w:rPr>
        <w:t xml:space="preserve"> </w:t>
      </w:r>
      <w:r w:rsidR="00E85B41" w:rsidRPr="00E85B41">
        <w:rPr>
          <w:color w:val="000000" w:themeColor="text1"/>
          <w:sz w:val="28"/>
          <w:szCs w:val="28"/>
        </w:rPr>
        <w:t>441-р</w:t>
      </w:r>
      <w:r w:rsidR="00E85B41">
        <w:rPr>
          <w:color w:val="000000" w:themeColor="text1"/>
          <w:sz w:val="28"/>
          <w:szCs w:val="28"/>
        </w:rPr>
        <w:t xml:space="preserve"> (в редакции распоряжений</w:t>
      </w:r>
      <w:r w:rsidR="00E85B41" w:rsidRPr="00E85B41">
        <w:rPr>
          <w:color w:val="000000" w:themeColor="text1"/>
          <w:sz w:val="28"/>
          <w:szCs w:val="28"/>
        </w:rPr>
        <w:t xml:space="preserve"> администрации города Искитима Новосибирской области от 15.02.2021 №</w:t>
      </w:r>
      <w:r w:rsidR="00E85B41">
        <w:rPr>
          <w:color w:val="000000" w:themeColor="text1"/>
          <w:sz w:val="28"/>
          <w:szCs w:val="28"/>
        </w:rPr>
        <w:t xml:space="preserve"> </w:t>
      </w:r>
      <w:r w:rsidR="00E85B41" w:rsidRPr="00E85B41">
        <w:rPr>
          <w:color w:val="000000" w:themeColor="text1"/>
          <w:sz w:val="28"/>
          <w:szCs w:val="28"/>
        </w:rPr>
        <w:t>69-р</w:t>
      </w:r>
      <w:r w:rsidR="00E85B41">
        <w:rPr>
          <w:color w:val="000000" w:themeColor="text1"/>
          <w:sz w:val="28"/>
          <w:szCs w:val="28"/>
        </w:rPr>
        <w:t>, от 17.02.2022 № 77-р</w:t>
      </w:r>
      <w:r w:rsidR="00676B45">
        <w:rPr>
          <w:color w:val="000000" w:themeColor="text1"/>
          <w:sz w:val="28"/>
          <w:szCs w:val="28"/>
        </w:rPr>
        <w:t>, от 29.03.2023 №126-р</w:t>
      </w:r>
      <w:r w:rsidR="00E85B41">
        <w:rPr>
          <w:color w:val="000000" w:themeColor="text1"/>
          <w:sz w:val="28"/>
          <w:szCs w:val="28"/>
        </w:rPr>
        <w:t>)</w:t>
      </w:r>
      <w:r w:rsidR="00D53018">
        <w:rPr>
          <w:color w:val="000000" w:themeColor="text1"/>
          <w:sz w:val="28"/>
          <w:szCs w:val="28"/>
        </w:rPr>
        <w:t>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</w:t>
      </w:r>
      <w:r w:rsidRPr="00B11FA3">
        <w:rPr>
          <w:color w:val="000000" w:themeColor="text1"/>
        </w:rPr>
        <w:t xml:space="preserve"> </w:t>
      </w:r>
      <w:r w:rsidRPr="00B11FA3">
        <w:rPr>
          <w:color w:val="000000" w:themeColor="text1"/>
          <w:sz w:val="28"/>
          <w:szCs w:val="28"/>
        </w:rPr>
        <w:t>постановление администрации города Искитима Новосибирской области от 07.04.2017 №</w:t>
      </w:r>
      <w:r w:rsidR="00E85B41">
        <w:rPr>
          <w:color w:val="000000" w:themeColor="text1"/>
          <w:sz w:val="28"/>
          <w:szCs w:val="28"/>
        </w:rPr>
        <w:t xml:space="preserve"> </w:t>
      </w:r>
      <w:r w:rsidRPr="00B11FA3">
        <w:rPr>
          <w:color w:val="000000" w:themeColor="text1"/>
          <w:sz w:val="28"/>
          <w:szCs w:val="28"/>
        </w:rPr>
        <w:t>556 «Об утверждении реестра открытых данных администрации города Искитима Новосибирской области»;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proofErr w:type="gramStart"/>
      <w:r w:rsidRPr="00B11FA3">
        <w:rPr>
          <w:color w:val="000000" w:themeColor="text1"/>
          <w:sz w:val="28"/>
          <w:szCs w:val="28"/>
        </w:rPr>
        <w:t>- постановление</w:t>
      </w:r>
      <w:r w:rsidRPr="00B11FA3">
        <w:rPr>
          <w:color w:val="000000" w:themeColor="text1"/>
        </w:rPr>
        <w:t xml:space="preserve"> </w:t>
      </w:r>
      <w:r w:rsidRPr="00B11FA3">
        <w:rPr>
          <w:color w:val="000000" w:themeColor="text1"/>
          <w:sz w:val="28"/>
          <w:szCs w:val="28"/>
        </w:rPr>
        <w:t>администрации города Искитима Новосибирской области от 24.07.2017 №</w:t>
      </w:r>
      <w:r w:rsidR="00E85B41">
        <w:rPr>
          <w:color w:val="000000" w:themeColor="text1"/>
          <w:sz w:val="28"/>
          <w:szCs w:val="28"/>
        </w:rPr>
        <w:t xml:space="preserve"> 1088  </w:t>
      </w:r>
      <w:r w:rsidRPr="00B11FA3">
        <w:rPr>
          <w:color w:val="000000" w:themeColor="text1"/>
          <w:sz w:val="28"/>
          <w:szCs w:val="28"/>
        </w:rPr>
        <w:t>«Об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городского округа официальной информации о социально-экономическом и культурном развитии городского округа, о развитии его общественной инфраструктуры и иной официальной информации газеты «</w:t>
      </w:r>
      <w:proofErr w:type="spellStart"/>
      <w:r w:rsidRPr="00B11FA3">
        <w:rPr>
          <w:color w:val="000000" w:themeColor="text1"/>
          <w:sz w:val="28"/>
          <w:szCs w:val="28"/>
        </w:rPr>
        <w:t>Искитимские</w:t>
      </w:r>
      <w:proofErr w:type="spellEnd"/>
      <w:r w:rsidRPr="00B11FA3">
        <w:rPr>
          <w:color w:val="000000" w:themeColor="text1"/>
          <w:sz w:val="28"/>
          <w:szCs w:val="28"/>
        </w:rPr>
        <w:t xml:space="preserve"> ведомости» (в редакции постановлений администрации</w:t>
      </w:r>
      <w:proofErr w:type="gramEnd"/>
      <w:r w:rsidRPr="00B11FA3">
        <w:rPr>
          <w:color w:val="000000" w:themeColor="text1"/>
          <w:sz w:val="28"/>
          <w:szCs w:val="28"/>
        </w:rPr>
        <w:t xml:space="preserve"> города Искитима Новосибирской области от 24.05.2018г. №769, от 14.01.2019 №16</w:t>
      </w:r>
      <w:r w:rsidR="00977A55">
        <w:rPr>
          <w:color w:val="000000" w:themeColor="text1"/>
          <w:sz w:val="28"/>
          <w:szCs w:val="28"/>
        </w:rPr>
        <w:t>, от 02.03.2022 № 247</w:t>
      </w:r>
      <w:r w:rsidRPr="00B11FA3">
        <w:rPr>
          <w:color w:val="000000" w:themeColor="text1"/>
          <w:sz w:val="28"/>
          <w:szCs w:val="28"/>
        </w:rPr>
        <w:t>).</w:t>
      </w:r>
    </w:p>
    <w:p w:rsidR="00E234F1" w:rsidRPr="007E4A2D" w:rsidRDefault="00E234F1" w:rsidP="00E234F1">
      <w:pPr>
        <w:ind w:left="360" w:firstLine="360"/>
        <w:jc w:val="both"/>
        <w:rPr>
          <w:sz w:val="28"/>
          <w:szCs w:val="28"/>
        </w:rPr>
      </w:pPr>
      <w:r w:rsidRPr="007E4A2D">
        <w:rPr>
          <w:sz w:val="28"/>
          <w:szCs w:val="28"/>
        </w:rPr>
        <w:t>Социально-экономическое развитие города Искитима  невозможно без активного участия населения, а, следовательно, необходимо вести целенаправленную работу по информированию жителей города о деятельности и решениях органов власти, информационному сопровождению социально значимых проектов, реализуемых на территории города Искитима.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7E4A2D">
        <w:rPr>
          <w:sz w:val="28"/>
          <w:szCs w:val="28"/>
        </w:rPr>
        <w:t xml:space="preserve">В администрации города Искитима разработан и успешно осуществляет свою деятельность официальный сайт администрации города Искитима </w:t>
      </w:r>
      <w:hyperlink r:id="rId9" w:history="1">
        <w:r w:rsidRPr="00F64885">
          <w:rPr>
            <w:rStyle w:val="aa"/>
            <w:sz w:val="28"/>
            <w:szCs w:val="28"/>
          </w:rPr>
          <w:t>https://iskitim.nso.ru</w:t>
        </w:r>
      </w:hyperlink>
      <w:r>
        <w:rPr>
          <w:sz w:val="28"/>
          <w:szCs w:val="28"/>
        </w:rPr>
        <w:t xml:space="preserve">. </w:t>
      </w:r>
      <w:r w:rsidRPr="007E4A2D">
        <w:rPr>
          <w:sz w:val="28"/>
          <w:szCs w:val="28"/>
        </w:rPr>
        <w:t>На страницах сайта в разделах размещена информация, соответствующая требованиям федерального законодательства.</w:t>
      </w:r>
      <w:r>
        <w:rPr>
          <w:sz w:val="28"/>
          <w:szCs w:val="28"/>
        </w:rPr>
        <w:t xml:space="preserve"> Кроме того, он позволяет оперативно доводить до сведения  достоверную новостную информацию и важные объявления для населения, предприятий и организаций. 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973071">
        <w:rPr>
          <w:sz w:val="28"/>
          <w:szCs w:val="28"/>
        </w:rPr>
        <w:t xml:space="preserve">Информационная прозрачность деятельности органов местного самоуправления </w:t>
      </w:r>
      <w:r>
        <w:rPr>
          <w:sz w:val="28"/>
          <w:szCs w:val="28"/>
        </w:rPr>
        <w:t xml:space="preserve">города Искитима Новосибирской </w:t>
      </w:r>
      <w:r w:rsidRPr="00973071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также </w:t>
      </w:r>
      <w:r w:rsidRPr="00973071">
        <w:rPr>
          <w:sz w:val="28"/>
          <w:szCs w:val="28"/>
        </w:rPr>
        <w:t xml:space="preserve">достигается при помощи СМИ. </w:t>
      </w:r>
      <w:r>
        <w:rPr>
          <w:sz w:val="28"/>
          <w:szCs w:val="28"/>
        </w:rPr>
        <w:t xml:space="preserve"> 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Администрацией города Искитима учреждено печатное средство</w:t>
      </w:r>
      <w:r w:rsidRPr="009D00A7">
        <w:rPr>
          <w:sz w:val="28"/>
          <w:szCs w:val="28"/>
        </w:rPr>
        <w:t xml:space="preserve"> массовой информации для опубликования муниципальных </w:t>
      </w:r>
      <w:r>
        <w:rPr>
          <w:sz w:val="28"/>
          <w:szCs w:val="28"/>
        </w:rPr>
        <w:t xml:space="preserve">нормативно - </w:t>
      </w:r>
      <w:r w:rsidRPr="009D00A7">
        <w:rPr>
          <w:sz w:val="28"/>
          <w:szCs w:val="28"/>
        </w:rPr>
        <w:t xml:space="preserve">правовых актов, обсуждения проектов муниципальных </w:t>
      </w:r>
      <w:r>
        <w:rPr>
          <w:sz w:val="28"/>
          <w:szCs w:val="28"/>
        </w:rPr>
        <w:t xml:space="preserve">нормативно - </w:t>
      </w:r>
      <w:r w:rsidRPr="009D00A7">
        <w:rPr>
          <w:sz w:val="28"/>
          <w:szCs w:val="28"/>
        </w:rPr>
        <w:t xml:space="preserve">правовых актов по вопросам местного значения, доведения до сведения жителей городского </w:t>
      </w:r>
      <w:r w:rsidRPr="009D00A7">
        <w:rPr>
          <w:sz w:val="28"/>
          <w:szCs w:val="28"/>
        </w:rPr>
        <w:lastRenderedPageBreak/>
        <w:t>округа официальной информации о социально-экономическом и культурном развитии городского округа, о развитии его общественной инфраструктуры и ин</w:t>
      </w:r>
      <w:r>
        <w:rPr>
          <w:sz w:val="28"/>
          <w:szCs w:val="28"/>
        </w:rPr>
        <w:t>ой официальной информации - газета</w:t>
      </w:r>
      <w:r w:rsidRPr="009D00A7">
        <w:rPr>
          <w:sz w:val="28"/>
          <w:szCs w:val="28"/>
        </w:rPr>
        <w:t xml:space="preserve"> «</w:t>
      </w:r>
      <w:proofErr w:type="spellStart"/>
      <w:r w:rsidRPr="009D00A7">
        <w:rPr>
          <w:sz w:val="28"/>
          <w:szCs w:val="28"/>
        </w:rPr>
        <w:t>Искитимские</w:t>
      </w:r>
      <w:proofErr w:type="spellEnd"/>
      <w:r w:rsidRPr="009D00A7">
        <w:rPr>
          <w:sz w:val="28"/>
          <w:szCs w:val="28"/>
        </w:rPr>
        <w:t xml:space="preserve"> ведомости»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Соответственно, ф</w:t>
      </w:r>
      <w:r w:rsidRPr="00AA2FFA">
        <w:rPr>
          <w:sz w:val="28"/>
          <w:szCs w:val="28"/>
        </w:rPr>
        <w:t>ункции учредителя, редакции, издателя, распространителя газеты «</w:t>
      </w:r>
      <w:proofErr w:type="spellStart"/>
      <w:r w:rsidRPr="00AA2FFA">
        <w:rPr>
          <w:sz w:val="28"/>
          <w:szCs w:val="28"/>
        </w:rPr>
        <w:t>Искитимские</w:t>
      </w:r>
      <w:proofErr w:type="spellEnd"/>
      <w:r w:rsidRPr="00AA2FFA">
        <w:rPr>
          <w:sz w:val="28"/>
          <w:szCs w:val="28"/>
        </w:rPr>
        <w:t xml:space="preserve"> ведомости» выполняет администрация города Искитима.</w:t>
      </w:r>
      <w:r w:rsidRPr="00AA2FFA">
        <w:t xml:space="preserve"> </w:t>
      </w:r>
      <w:r w:rsidRPr="00AA2FFA">
        <w:rPr>
          <w:sz w:val="28"/>
          <w:szCs w:val="28"/>
        </w:rPr>
        <w:t>Периодичность выпуска газеты «</w:t>
      </w:r>
      <w:proofErr w:type="spellStart"/>
      <w:r w:rsidRPr="00AA2FFA">
        <w:rPr>
          <w:sz w:val="28"/>
          <w:szCs w:val="28"/>
        </w:rPr>
        <w:t>Искитимские</w:t>
      </w:r>
      <w:proofErr w:type="spellEnd"/>
      <w:r w:rsidRPr="00AA2FFA">
        <w:rPr>
          <w:sz w:val="28"/>
          <w:szCs w:val="28"/>
        </w:rPr>
        <w:t xml:space="preserve"> ведомости» — по пятницам, по мере накопления материала (не реже одного раза в месяц), тираж – от 200 экземпляров, но не более 999 экземпляров.</w:t>
      </w:r>
      <w:r>
        <w:rPr>
          <w:sz w:val="28"/>
          <w:szCs w:val="28"/>
        </w:rPr>
        <w:t xml:space="preserve"> </w:t>
      </w:r>
      <w:r w:rsidRPr="00AA2FFA">
        <w:rPr>
          <w:sz w:val="28"/>
          <w:szCs w:val="28"/>
        </w:rPr>
        <w:t>Газета распространяется на территории города Искитима (администрация города Искитима, отдел архивной службы, библиотеки и др.)</w:t>
      </w:r>
      <w:r>
        <w:rPr>
          <w:sz w:val="28"/>
          <w:szCs w:val="28"/>
        </w:rPr>
        <w:t>.</w:t>
      </w:r>
    </w:p>
    <w:p w:rsidR="00E234F1" w:rsidRPr="00973071" w:rsidRDefault="00E234F1" w:rsidP="00E234F1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</w:t>
      </w:r>
      <w:r w:rsidRPr="00973071">
        <w:rPr>
          <w:sz w:val="28"/>
          <w:szCs w:val="28"/>
        </w:rPr>
        <w:t xml:space="preserve">а территории </w:t>
      </w:r>
      <w:r>
        <w:rPr>
          <w:sz w:val="28"/>
          <w:szCs w:val="28"/>
        </w:rPr>
        <w:t xml:space="preserve">города </w:t>
      </w:r>
      <w:r w:rsidRPr="00973071">
        <w:rPr>
          <w:sz w:val="28"/>
          <w:szCs w:val="28"/>
        </w:rPr>
        <w:t>осуществляют свою деятельность</w:t>
      </w:r>
      <w:r>
        <w:rPr>
          <w:sz w:val="28"/>
          <w:szCs w:val="28"/>
        </w:rPr>
        <w:t xml:space="preserve"> </w:t>
      </w:r>
      <w:r w:rsidRPr="00973071">
        <w:rPr>
          <w:sz w:val="28"/>
          <w:szCs w:val="28"/>
        </w:rPr>
        <w:t>ГАУ НСО «Издательский дом «Советская Сибирь» - структурное подразделение редакция газеты «</w:t>
      </w:r>
      <w:proofErr w:type="spellStart"/>
      <w:r w:rsidRPr="00973071">
        <w:rPr>
          <w:sz w:val="28"/>
          <w:szCs w:val="28"/>
        </w:rPr>
        <w:t>Искитимская</w:t>
      </w:r>
      <w:proofErr w:type="spellEnd"/>
      <w:r w:rsidRPr="00973071">
        <w:rPr>
          <w:sz w:val="28"/>
          <w:szCs w:val="28"/>
        </w:rPr>
        <w:t xml:space="preserve"> газета»</w:t>
      </w:r>
      <w:r w:rsidR="00D53018">
        <w:rPr>
          <w:sz w:val="28"/>
          <w:szCs w:val="28"/>
        </w:rPr>
        <w:t xml:space="preserve"> (тираж 21</w:t>
      </w:r>
      <w:r>
        <w:rPr>
          <w:sz w:val="28"/>
          <w:szCs w:val="28"/>
        </w:rPr>
        <w:t>00), е</w:t>
      </w:r>
      <w:r w:rsidRPr="00973071">
        <w:rPr>
          <w:sz w:val="28"/>
          <w:szCs w:val="28"/>
        </w:rPr>
        <w:t>женедельник «Конкурент</w:t>
      </w:r>
      <w:r>
        <w:rPr>
          <w:sz w:val="28"/>
          <w:szCs w:val="28"/>
        </w:rPr>
        <w:t xml:space="preserve"> </w:t>
      </w:r>
      <w:r w:rsidRPr="00973071">
        <w:rPr>
          <w:sz w:val="28"/>
          <w:szCs w:val="28"/>
        </w:rPr>
        <w:t>- плюс»</w:t>
      </w:r>
      <w:r w:rsidR="00D53018">
        <w:rPr>
          <w:sz w:val="28"/>
          <w:szCs w:val="28"/>
        </w:rPr>
        <w:t xml:space="preserve"> (тираж 40</w:t>
      </w:r>
      <w:r>
        <w:rPr>
          <w:sz w:val="28"/>
          <w:szCs w:val="28"/>
        </w:rPr>
        <w:t>00), р</w:t>
      </w:r>
      <w:r w:rsidRPr="00973071">
        <w:rPr>
          <w:sz w:val="28"/>
          <w:szCs w:val="28"/>
        </w:rPr>
        <w:t>екламно-информационный еженедельник «Достойная газета»</w:t>
      </w:r>
      <w:r w:rsidR="00D768F4">
        <w:rPr>
          <w:sz w:val="28"/>
          <w:szCs w:val="28"/>
        </w:rPr>
        <w:t xml:space="preserve"> (тираж 6000). </w:t>
      </w:r>
      <w:r w:rsidRPr="00973071">
        <w:rPr>
          <w:sz w:val="28"/>
          <w:szCs w:val="28"/>
        </w:rPr>
        <w:t xml:space="preserve">Общий разовый тираж местных печатных СМИ </w:t>
      </w:r>
      <w:r>
        <w:rPr>
          <w:sz w:val="28"/>
          <w:szCs w:val="28"/>
        </w:rPr>
        <w:t>(с учетом опубликования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ведомости») </w:t>
      </w:r>
      <w:r w:rsidRPr="00973071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города Искитима </w:t>
      </w:r>
      <w:r w:rsidRPr="00973071">
        <w:rPr>
          <w:sz w:val="28"/>
          <w:szCs w:val="28"/>
        </w:rPr>
        <w:t xml:space="preserve">составляет </w:t>
      </w:r>
      <w:r w:rsidR="00D53018">
        <w:rPr>
          <w:sz w:val="28"/>
          <w:szCs w:val="28"/>
        </w:rPr>
        <w:t>около 12</w:t>
      </w:r>
      <w:r w:rsidR="00D768F4">
        <w:rPr>
          <w:sz w:val="28"/>
          <w:szCs w:val="28"/>
        </w:rPr>
        <w:t>300</w:t>
      </w:r>
      <w:r>
        <w:rPr>
          <w:sz w:val="28"/>
          <w:szCs w:val="28"/>
        </w:rPr>
        <w:t xml:space="preserve"> </w:t>
      </w:r>
      <w:r w:rsidRPr="00973071">
        <w:rPr>
          <w:sz w:val="28"/>
          <w:szCs w:val="28"/>
        </w:rPr>
        <w:t>экземпляров в неделю</w:t>
      </w:r>
      <w:r>
        <w:rPr>
          <w:sz w:val="28"/>
          <w:szCs w:val="28"/>
        </w:rPr>
        <w:t xml:space="preserve">. </w:t>
      </w:r>
    </w:p>
    <w:p w:rsidR="00E234F1" w:rsidRPr="007E4A2D" w:rsidRDefault="00E234F1" w:rsidP="00E234F1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Телекомпания «ТВК </w:t>
      </w:r>
      <w:r w:rsidRPr="008D1EF0">
        <w:rPr>
          <w:sz w:val="28"/>
          <w:szCs w:val="28"/>
        </w:rPr>
        <w:t>ТВ»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r w:rsidR="00D76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D1EF0">
        <w:rPr>
          <w:sz w:val="28"/>
          <w:szCs w:val="28"/>
        </w:rPr>
        <w:t>ООО</w:t>
      </w:r>
      <w:proofErr w:type="gramEnd"/>
      <w:r w:rsidRPr="008D1EF0">
        <w:rPr>
          <w:sz w:val="28"/>
          <w:szCs w:val="28"/>
        </w:rPr>
        <w:t xml:space="preserve"> «Исток»</w:t>
      </w:r>
      <w:r>
        <w:rPr>
          <w:sz w:val="28"/>
          <w:szCs w:val="28"/>
        </w:rPr>
        <w:t xml:space="preserve"> производя</w:t>
      </w:r>
      <w:r w:rsidRPr="00973071">
        <w:rPr>
          <w:sz w:val="28"/>
          <w:szCs w:val="28"/>
        </w:rPr>
        <w:t xml:space="preserve">т телепрограммы, рассчитанные на аудиторию </w:t>
      </w:r>
      <w:r>
        <w:rPr>
          <w:sz w:val="28"/>
          <w:szCs w:val="28"/>
        </w:rPr>
        <w:t xml:space="preserve">города Искитима. Охват местным телевидением составляет порядка 80% жителей города. 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 xml:space="preserve">Анализ ситуации в городе </w:t>
      </w:r>
      <w:proofErr w:type="spellStart"/>
      <w:r w:rsidRPr="00C6590A">
        <w:rPr>
          <w:sz w:val="28"/>
          <w:szCs w:val="28"/>
        </w:rPr>
        <w:t>Искитиме</w:t>
      </w:r>
      <w:proofErr w:type="spellEnd"/>
      <w:r w:rsidRPr="00C6590A">
        <w:rPr>
          <w:sz w:val="28"/>
          <w:szCs w:val="28"/>
        </w:rPr>
        <w:t xml:space="preserve"> показывает, что актуальными проблемами формирования открытого информационного пространства на территории города являются: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>удаленность микрорайонов города от административного центра (Ложок, Ясный</w:t>
      </w:r>
      <w:r w:rsidR="00D53018">
        <w:rPr>
          <w:sz w:val="28"/>
          <w:szCs w:val="28"/>
        </w:rPr>
        <w:t>, Западный</w:t>
      </w:r>
      <w:r w:rsidRPr="00C6590A">
        <w:rPr>
          <w:sz w:val="28"/>
          <w:szCs w:val="28"/>
        </w:rPr>
        <w:t>);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 xml:space="preserve">пассивность и отчужденность населения от местной </w:t>
      </w:r>
      <w:proofErr w:type="gramStart"/>
      <w:r w:rsidRPr="00C6590A">
        <w:rPr>
          <w:sz w:val="28"/>
          <w:szCs w:val="28"/>
        </w:rPr>
        <w:t>власти</w:t>
      </w:r>
      <w:proofErr w:type="gramEnd"/>
      <w:r w:rsidRPr="00C6590A">
        <w:rPr>
          <w:sz w:val="28"/>
          <w:szCs w:val="28"/>
        </w:rPr>
        <w:t xml:space="preserve"> и обособленность местного самоуправления;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>отсутствие налаженной обратной связи с населением;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>продвижение и актуализация технических параметров официального сайта администрации города Искитима.</w:t>
      </w:r>
    </w:p>
    <w:p w:rsidR="00E234F1" w:rsidRPr="007E4A2D" w:rsidRDefault="00E234F1" w:rsidP="00E234F1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</w:t>
      </w:r>
      <w:r w:rsidRPr="007E4A2D">
        <w:rPr>
          <w:sz w:val="28"/>
          <w:szCs w:val="28"/>
        </w:rPr>
        <w:t xml:space="preserve"> </w:t>
      </w:r>
      <w:r w:rsidRPr="009A2D04">
        <w:rPr>
          <w:sz w:val="28"/>
          <w:szCs w:val="28"/>
        </w:rPr>
        <w:t>совершенствования и развития системы информирования населения города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 комплексный подход и </w:t>
      </w:r>
      <w:r w:rsidRPr="007464CB">
        <w:rPr>
          <w:sz w:val="28"/>
          <w:szCs w:val="28"/>
        </w:rPr>
        <w:t>системность проводимых мероприятий</w:t>
      </w:r>
      <w:r>
        <w:rPr>
          <w:sz w:val="28"/>
          <w:szCs w:val="28"/>
        </w:rPr>
        <w:t xml:space="preserve">. Данную задачу, возможно, решить путем принятия </w:t>
      </w:r>
      <w:r w:rsidRPr="007E4A2D">
        <w:rPr>
          <w:sz w:val="28"/>
          <w:szCs w:val="28"/>
        </w:rPr>
        <w:t>муниципальной программы «Информирование населения о деятельности органов местного самоуправления на территории города Искитима».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7E4A2D">
        <w:rPr>
          <w:sz w:val="28"/>
          <w:szCs w:val="28"/>
        </w:rPr>
        <w:t>Применение программно-целевого метода обеспеч</w:t>
      </w:r>
      <w:r>
        <w:rPr>
          <w:sz w:val="28"/>
          <w:szCs w:val="28"/>
        </w:rPr>
        <w:t>ит</w:t>
      </w:r>
      <w:r w:rsidRPr="007E4A2D">
        <w:rPr>
          <w:sz w:val="28"/>
          <w:szCs w:val="28"/>
        </w:rPr>
        <w:t xml:space="preserve"> адресность вложения </w:t>
      </w:r>
      <w:r>
        <w:rPr>
          <w:sz w:val="28"/>
          <w:szCs w:val="28"/>
        </w:rPr>
        <w:t>бюджетных</w:t>
      </w:r>
      <w:r w:rsidRPr="007E4A2D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и регулярность</w:t>
      </w:r>
      <w:r w:rsidRPr="007E4A2D">
        <w:rPr>
          <w:sz w:val="28"/>
          <w:szCs w:val="28"/>
        </w:rPr>
        <w:t xml:space="preserve"> проводимых мероприятий</w:t>
      </w:r>
      <w:r>
        <w:rPr>
          <w:sz w:val="28"/>
          <w:szCs w:val="28"/>
        </w:rPr>
        <w:t>,</w:t>
      </w:r>
      <w:r w:rsidRPr="007E4A2D">
        <w:rPr>
          <w:sz w:val="28"/>
          <w:szCs w:val="28"/>
        </w:rPr>
        <w:t xml:space="preserve"> повысит эффективность и результативность </w:t>
      </w:r>
      <w:r>
        <w:rPr>
          <w:sz w:val="28"/>
          <w:szCs w:val="28"/>
        </w:rPr>
        <w:t>проводимой администрацией города Искитима информационной политики.</w:t>
      </w:r>
    </w:p>
    <w:p w:rsidR="00E234F1" w:rsidRPr="007C31F0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C31F0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муниципальной</w:t>
      </w:r>
      <w:r w:rsidRPr="007C31F0">
        <w:rPr>
          <w:sz w:val="28"/>
          <w:szCs w:val="28"/>
        </w:rPr>
        <w:t xml:space="preserve"> программы позволит: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  <w:r w:rsidRPr="007C31F0">
        <w:rPr>
          <w:sz w:val="28"/>
          <w:szCs w:val="28"/>
        </w:rPr>
        <w:t xml:space="preserve">сформировать систему эффективного взаимодействия </w:t>
      </w:r>
      <w:r>
        <w:rPr>
          <w:sz w:val="28"/>
          <w:szCs w:val="28"/>
        </w:rPr>
        <w:t>органов местного самоуправления и средств массовой информации;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  <w:r w:rsidRPr="007C31F0">
        <w:rPr>
          <w:sz w:val="28"/>
          <w:szCs w:val="28"/>
        </w:rPr>
        <w:t>повысить эффективность деятельности органов местного самоуправления;</w:t>
      </w:r>
    </w:p>
    <w:p w:rsidR="00E234F1" w:rsidRPr="007C31F0" w:rsidRDefault="00E234F1" w:rsidP="00BD4741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сформировать положительный имидж города Искитима, тем самым повысить его и</w:t>
      </w:r>
      <w:r w:rsidR="008B59A1">
        <w:rPr>
          <w:sz w:val="28"/>
          <w:szCs w:val="28"/>
        </w:rPr>
        <w:t>нвестиционную привлекательность.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</w:p>
    <w:p w:rsidR="00E234F1" w:rsidRDefault="00E234F1" w:rsidP="00BD4741">
      <w:pPr>
        <w:ind w:left="360" w:firstLine="349"/>
        <w:jc w:val="center"/>
        <w:rPr>
          <w:sz w:val="28"/>
          <w:szCs w:val="28"/>
        </w:rPr>
      </w:pPr>
      <w:r w:rsidRPr="008258DB">
        <w:rPr>
          <w:sz w:val="28"/>
          <w:szCs w:val="28"/>
        </w:rPr>
        <w:t>III. Цели и задачи, важнейшие целевые индикаторы программы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</w:p>
    <w:p w:rsidR="00E234F1" w:rsidRPr="008258DB" w:rsidRDefault="00E234F1" w:rsidP="00BD4741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</w:t>
      </w:r>
      <w:r w:rsidRPr="008258DB">
        <w:rPr>
          <w:sz w:val="28"/>
          <w:szCs w:val="28"/>
        </w:rPr>
        <w:t>рограммы является формирование открытого информационного пространства на территории города Искитима</w:t>
      </w:r>
      <w:r>
        <w:rPr>
          <w:sz w:val="28"/>
          <w:szCs w:val="28"/>
        </w:rPr>
        <w:t>.</w:t>
      </w:r>
    </w:p>
    <w:p w:rsidR="00E234F1" w:rsidRPr="008258DB" w:rsidRDefault="00E234F1" w:rsidP="00BD4741">
      <w:pPr>
        <w:ind w:left="360" w:firstLine="349"/>
        <w:jc w:val="both"/>
        <w:rPr>
          <w:sz w:val="28"/>
          <w:szCs w:val="28"/>
        </w:rPr>
      </w:pPr>
      <w:r w:rsidRPr="008258DB">
        <w:rPr>
          <w:sz w:val="28"/>
          <w:szCs w:val="28"/>
        </w:rPr>
        <w:t xml:space="preserve">Для достижения поставленной цели необходимо в рамках </w:t>
      </w:r>
      <w:r>
        <w:rPr>
          <w:sz w:val="28"/>
          <w:szCs w:val="28"/>
        </w:rPr>
        <w:t>муниципальной п</w:t>
      </w:r>
      <w:r w:rsidRPr="008258DB">
        <w:rPr>
          <w:sz w:val="28"/>
          <w:szCs w:val="28"/>
        </w:rPr>
        <w:t>рограммы решить следующие задачи: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  <w:r w:rsidRPr="008D76E4">
        <w:rPr>
          <w:b/>
          <w:sz w:val="28"/>
          <w:szCs w:val="28"/>
        </w:rPr>
        <w:t>Задача 1.</w:t>
      </w:r>
      <w:r w:rsidRPr="00B90DE2">
        <w:t xml:space="preserve"> </w:t>
      </w:r>
      <w:r>
        <w:rPr>
          <w:sz w:val="28"/>
          <w:szCs w:val="28"/>
        </w:rPr>
        <w:t xml:space="preserve">Своевременное </w:t>
      </w:r>
      <w:r w:rsidRPr="00B90DE2">
        <w:rPr>
          <w:sz w:val="28"/>
          <w:szCs w:val="28"/>
        </w:rPr>
        <w:t>и достоверно</w:t>
      </w:r>
      <w:r>
        <w:rPr>
          <w:sz w:val="28"/>
          <w:szCs w:val="28"/>
        </w:rPr>
        <w:t>е</w:t>
      </w:r>
      <w:r w:rsidRPr="00B90DE2">
        <w:rPr>
          <w:sz w:val="28"/>
          <w:szCs w:val="28"/>
        </w:rPr>
        <w:t xml:space="preserve"> информировани</w:t>
      </w:r>
      <w:r>
        <w:rPr>
          <w:sz w:val="28"/>
          <w:szCs w:val="28"/>
        </w:rPr>
        <w:t>е</w:t>
      </w:r>
      <w:r w:rsidRPr="00B90DE2">
        <w:rPr>
          <w:sz w:val="28"/>
          <w:szCs w:val="28"/>
        </w:rPr>
        <w:t xml:space="preserve"> о деятельности и решениях органов местного самоуправления по различным общественно значимым направлениям развития города Искитима.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  <w:r w:rsidRPr="00B90DE2">
        <w:rPr>
          <w:sz w:val="28"/>
          <w:szCs w:val="28"/>
        </w:rPr>
        <w:t>Целевые индикаторы:</w:t>
      </w:r>
    </w:p>
    <w:p w:rsidR="00E234F1" w:rsidRPr="00B90DE2" w:rsidRDefault="00E234F1" w:rsidP="00BD4741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1. Доля</w:t>
      </w:r>
      <w:r w:rsidRPr="00B90D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 - </w:t>
      </w:r>
      <w:r w:rsidRPr="00B90DE2">
        <w:rPr>
          <w:sz w:val="28"/>
          <w:szCs w:val="28"/>
        </w:rPr>
        <w:t xml:space="preserve">правовых актов, опубликованных в газете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</w:t>
      </w:r>
      <w:r w:rsidRPr="00B90DE2">
        <w:rPr>
          <w:sz w:val="28"/>
          <w:szCs w:val="28"/>
        </w:rPr>
        <w:t>и на официальном сайте а</w:t>
      </w:r>
      <w:r>
        <w:rPr>
          <w:sz w:val="28"/>
          <w:szCs w:val="28"/>
        </w:rPr>
        <w:t xml:space="preserve">дминистрации города Искитима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% </w:t>
      </w:r>
      <w:r w:rsidRPr="00D91A1E">
        <w:rPr>
          <w:sz w:val="28"/>
          <w:szCs w:val="28"/>
        </w:rPr>
        <w:t>от утвержд</w:t>
      </w:r>
      <w:r>
        <w:rPr>
          <w:sz w:val="28"/>
          <w:szCs w:val="28"/>
        </w:rPr>
        <w:t>енных нормативно-правовых актов.</w:t>
      </w:r>
    </w:p>
    <w:p w:rsidR="00E234F1" w:rsidRPr="00B90DE2" w:rsidRDefault="00E234F1" w:rsidP="00BD4741">
      <w:pPr>
        <w:ind w:left="360" w:firstLine="349"/>
        <w:jc w:val="both"/>
        <w:rPr>
          <w:sz w:val="28"/>
          <w:szCs w:val="28"/>
        </w:rPr>
      </w:pPr>
      <w:r w:rsidRPr="00B90DE2">
        <w:rPr>
          <w:sz w:val="28"/>
          <w:szCs w:val="28"/>
        </w:rPr>
        <w:t>2.Количество ежедневных новостных материалов, размещаемых на официальном сайте администрации города Искитима, ед.</w:t>
      </w:r>
    </w:p>
    <w:p w:rsidR="00E234F1" w:rsidRPr="00B90DE2" w:rsidRDefault="00E234F1" w:rsidP="00BD4741">
      <w:pPr>
        <w:ind w:left="360" w:firstLine="349"/>
        <w:jc w:val="both"/>
        <w:rPr>
          <w:sz w:val="28"/>
          <w:szCs w:val="28"/>
        </w:rPr>
      </w:pPr>
      <w:r w:rsidRPr="00B90DE2">
        <w:rPr>
          <w:sz w:val="28"/>
          <w:szCs w:val="28"/>
        </w:rPr>
        <w:t>3. Количество информационно – аналитических телепередач, вышедших в эфир, с участием органов местного самоуправления, ед.</w:t>
      </w:r>
    </w:p>
    <w:p w:rsidR="00E234F1" w:rsidRPr="00B90DE2" w:rsidRDefault="00E234F1" w:rsidP="00BD4741">
      <w:pPr>
        <w:ind w:left="360" w:firstLine="349"/>
        <w:jc w:val="both"/>
        <w:rPr>
          <w:sz w:val="28"/>
          <w:szCs w:val="28"/>
        </w:rPr>
      </w:pPr>
      <w:r w:rsidRPr="00B90DE2">
        <w:rPr>
          <w:sz w:val="28"/>
          <w:szCs w:val="28"/>
        </w:rPr>
        <w:t>4. Количество трансляций на телевидении заказных сюжетов в программе «Новости», ед.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  <w:r w:rsidRPr="008D76E4">
        <w:rPr>
          <w:b/>
          <w:sz w:val="28"/>
          <w:szCs w:val="28"/>
        </w:rPr>
        <w:t>Задача 2</w:t>
      </w:r>
      <w:r w:rsidRPr="00B90DE2">
        <w:rPr>
          <w:sz w:val="28"/>
          <w:szCs w:val="28"/>
        </w:rPr>
        <w:t>. Организация проведения информационно-разъяснительной работы по актуальным для населения вопросам.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90DE2">
        <w:rPr>
          <w:sz w:val="28"/>
          <w:szCs w:val="28"/>
        </w:rPr>
        <w:t>. Количество встреч, проведенных представителями органов местног</w:t>
      </w:r>
      <w:r w:rsidR="00D53018">
        <w:rPr>
          <w:sz w:val="28"/>
          <w:szCs w:val="28"/>
        </w:rPr>
        <w:t>о самоуправления с населением</w:t>
      </w:r>
      <w:r>
        <w:rPr>
          <w:sz w:val="28"/>
          <w:szCs w:val="28"/>
        </w:rPr>
        <w:t xml:space="preserve">, </w:t>
      </w:r>
      <w:r w:rsidR="008B59A1">
        <w:rPr>
          <w:sz w:val="28"/>
          <w:szCs w:val="28"/>
        </w:rPr>
        <w:t>ед.</w:t>
      </w:r>
    </w:p>
    <w:p w:rsidR="00020160" w:rsidRDefault="00E234F1" w:rsidP="00BD4741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234F1" w:rsidRDefault="00E234F1" w:rsidP="00BD4741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62913">
        <w:rPr>
          <w:sz w:val="28"/>
          <w:szCs w:val="28"/>
        </w:rPr>
        <w:t xml:space="preserve">Перечень целевых индикаторов программы носит открытый характер и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обстоятельств, оказывающих существенное влияние на </w:t>
      </w:r>
      <w:r>
        <w:rPr>
          <w:sz w:val="28"/>
          <w:szCs w:val="28"/>
        </w:rPr>
        <w:t xml:space="preserve">информирование населения </w:t>
      </w:r>
      <w:r w:rsidRPr="00862913">
        <w:rPr>
          <w:sz w:val="28"/>
          <w:szCs w:val="28"/>
        </w:rPr>
        <w:t>города Искитима Новосибирской области.</w:t>
      </w:r>
    </w:p>
    <w:p w:rsidR="00E234F1" w:rsidRDefault="00E234F1" w:rsidP="00BD4741">
      <w:pPr>
        <w:autoSpaceDE w:val="0"/>
        <w:autoSpaceDN w:val="0"/>
        <w:adjustRightInd w:val="0"/>
        <w:ind w:left="360" w:firstLine="349"/>
        <w:jc w:val="both"/>
        <w:rPr>
          <w:sz w:val="28"/>
          <w:szCs w:val="28"/>
        </w:rPr>
      </w:pPr>
    </w:p>
    <w:p w:rsidR="00E234F1" w:rsidRPr="006F49F5" w:rsidRDefault="00BD4741" w:rsidP="00BD4741">
      <w:pPr>
        <w:widowControl w:val="0"/>
        <w:autoSpaceDE w:val="0"/>
        <w:autoSpaceDN w:val="0"/>
        <w:ind w:left="360" w:firstLine="34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E234F1">
        <w:rPr>
          <w:rFonts w:eastAsia="Calibri"/>
          <w:sz w:val="28"/>
          <w:szCs w:val="28"/>
        </w:rPr>
        <w:t>Цели, задачи и целевые индикаторы</w:t>
      </w:r>
      <w:r w:rsidR="006F49F5">
        <w:rPr>
          <w:rFonts w:eastAsia="Calibri"/>
          <w:sz w:val="28"/>
          <w:szCs w:val="28"/>
        </w:rPr>
        <w:t xml:space="preserve"> </w:t>
      </w:r>
      <w:r w:rsidR="00E234F1" w:rsidRPr="00061514">
        <w:rPr>
          <w:rFonts w:eastAsia="Calibri"/>
          <w:sz w:val="28"/>
          <w:szCs w:val="28"/>
        </w:rPr>
        <w:t>муниципальной программы города Искитима Новосибирской области</w:t>
      </w:r>
      <w:r w:rsidR="006F49F5">
        <w:rPr>
          <w:rFonts w:eastAsia="Calibri"/>
          <w:sz w:val="28"/>
          <w:szCs w:val="28"/>
        </w:rPr>
        <w:t xml:space="preserve"> </w:t>
      </w:r>
      <w:r w:rsidR="00E234F1" w:rsidRPr="009B208B">
        <w:rPr>
          <w:sz w:val="28"/>
          <w:szCs w:val="28"/>
        </w:rPr>
        <w:t>«Информирование населения о деятельности органов местного самоуправления на территории города Искитима Новосибир</w:t>
      </w:r>
      <w:r w:rsidR="00E234F1">
        <w:rPr>
          <w:sz w:val="28"/>
          <w:szCs w:val="28"/>
        </w:rPr>
        <w:t>ской области»</w:t>
      </w:r>
      <w:r w:rsidR="006F49F5">
        <w:rPr>
          <w:sz w:val="28"/>
          <w:szCs w:val="28"/>
        </w:rPr>
        <w:t xml:space="preserve"> </w:t>
      </w:r>
      <w:r w:rsidR="006F49F5" w:rsidRPr="006F49F5">
        <w:rPr>
          <w:sz w:val="28"/>
          <w:szCs w:val="28"/>
        </w:rPr>
        <w:t>изложен</w:t>
      </w:r>
      <w:r w:rsidR="006F49F5">
        <w:rPr>
          <w:sz w:val="28"/>
          <w:szCs w:val="28"/>
        </w:rPr>
        <w:t>ы</w:t>
      </w:r>
      <w:r w:rsidR="006F49F5" w:rsidRPr="006F49F5">
        <w:rPr>
          <w:sz w:val="28"/>
          <w:szCs w:val="28"/>
        </w:rPr>
        <w:t xml:space="preserve"> в Приложении 1 к настоящей муниципальной программе.</w:t>
      </w:r>
    </w:p>
    <w:p w:rsidR="00020160" w:rsidRPr="003E4A41" w:rsidRDefault="00020160" w:rsidP="00E234F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234F1" w:rsidRDefault="00E234F1" w:rsidP="00E234F1">
      <w:pPr>
        <w:rPr>
          <w:sz w:val="28"/>
          <w:szCs w:val="28"/>
        </w:rPr>
      </w:pPr>
    </w:p>
    <w:p w:rsidR="00E234F1" w:rsidRDefault="00E234F1" w:rsidP="00E234F1">
      <w:pPr>
        <w:jc w:val="both"/>
        <w:rPr>
          <w:sz w:val="28"/>
          <w:szCs w:val="28"/>
        </w:rPr>
      </w:pPr>
    </w:p>
    <w:p w:rsidR="00E234F1" w:rsidRDefault="00E234F1" w:rsidP="00777518">
      <w:pPr>
        <w:ind w:left="360"/>
        <w:jc w:val="center"/>
        <w:rPr>
          <w:sz w:val="28"/>
          <w:szCs w:val="28"/>
        </w:rPr>
      </w:pPr>
      <w:r w:rsidRPr="00E457D2">
        <w:rPr>
          <w:sz w:val="28"/>
          <w:szCs w:val="28"/>
        </w:rPr>
        <w:t>IV. Основные мероприятия муниципальной программы</w:t>
      </w:r>
    </w:p>
    <w:p w:rsidR="00E234F1" w:rsidRPr="00466D73" w:rsidRDefault="00E234F1" w:rsidP="00E234F1">
      <w:pPr>
        <w:ind w:left="360"/>
        <w:jc w:val="both"/>
        <w:rPr>
          <w:color w:val="FF0000"/>
          <w:sz w:val="28"/>
          <w:szCs w:val="28"/>
        </w:rPr>
      </w:pPr>
      <w:r w:rsidRPr="00466D73">
        <w:rPr>
          <w:color w:val="FF0000"/>
          <w:sz w:val="28"/>
          <w:szCs w:val="28"/>
        </w:rPr>
        <w:t xml:space="preserve">  </w:t>
      </w:r>
    </w:p>
    <w:p w:rsidR="00E234F1" w:rsidRDefault="004C3108" w:rsidP="004C310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E234F1" w:rsidRPr="007E7DE9">
        <w:rPr>
          <w:sz w:val="28"/>
          <w:szCs w:val="28"/>
        </w:rPr>
        <w:t>Перечень программных мероприятий с указанием сроков их реализации, исполнителей, объемов и источников финансирования из</w:t>
      </w:r>
      <w:r w:rsidR="00E234F1">
        <w:rPr>
          <w:sz w:val="28"/>
          <w:szCs w:val="28"/>
        </w:rPr>
        <w:t xml:space="preserve">ложен в </w:t>
      </w:r>
      <w:r w:rsidR="00E234F1" w:rsidRPr="004C648E">
        <w:rPr>
          <w:color w:val="000000" w:themeColor="text1"/>
          <w:sz w:val="28"/>
          <w:szCs w:val="28"/>
        </w:rPr>
        <w:t>Приложении</w:t>
      </w:r>
      <w:r w:rsidR="00E234F1" w:rsidRPr="00466D73">
        <w:rPr>
          <w:color w:val="FF0000"/>
          <w:sz w:val="28"/>
          <w:szCs w:val="28"/>
        </w:rPr>
        <w:t xml:space="preserve"> </w:t>
      </w:r>
      <w:r w:rsidR="00FC481E">
        <w:rPr>
          <w:color w:val="000000" w:themeColor="text1"/>
          <w:sz w:val="28"/>
          <w:szCs w:val="28"/>
        </w:rPr>
        <w:t>2</w:t>
      </w:r>
      <w:r w:rsidRPr="004C3108">
        <w:rPr>
          <w:color w:val="000000" w:themeColor="text1"/>
          <w:sz w:val="28"/>
          <w:szCs w:val="28"/>
        </w:rPr>
        <w:t xml:space="preserve"> </w:t>
      </w:r>
      <w:r w:rsidR="00E234F1">
        <w:rPr>
          <w:sz w:val="28"/>
          <w:szCs w:val="28"/>
        </w:rPr>
        <w:t>к настоящей муниципальной п</w:t>
      </w:r>
      <w:r w:rsidR="00E234F1" w:rsidRPr="007E7DE9">
        <w:rPr>
          <w:sz w:val="28"/>
          <w:szCs w:val="28"/>
        </w:rPr>
        <w:t>рограмме.</w:t>
      </w:r>
    </w:p>
    <w:p w:rsidR="00E234F1" w:rsidRDefault="00E234F1" w:rsidP="00E234F1">
      <w:pPr>
        <w:jc w:val="both"/>
        <w:rPr>
          <w:sz w:val="28"/>
          <w:szCs w:val="28"/>
        </w:rPr>
      </w:pPr>
    </w:p>
    <w:p w:rsidR="00777518" w:rsidRDefault="00777518" w:rsidP="00E234F1">
      <w:pPr>
        <w:ind w:left="360"/>
        <w:jc w:val="center"/>
        <w:rPr>
          <w:sz w:val="28"/>
          <w:szCs w:val="28"/>
        </w:rPr>
      </w:pPr>
    </w:p>
    <w:p w:rsidR="00E234F1" w:rsidRDefault="00E234F1" w:rsidP="00E234F1">
      <w:pPr>
        <w:ind w:left="360"/>
        <w:jc w:val="center"/>
        <w:rPr>
          <w:sz w:val="28"/>
          <w:szCs w:val="28"/>
        </w:rPr>
      </w:pPr>
      <w:r w:rsidRPr="001C1098">
        <w:rPr>
          <w:sz w:val="28"/>
          <w:szCs w:val="28"/>
        </w:rPr>
        <w:t xml:space="preserve">V. Ресурсное обеспечение </w:t>
      </w:r>
      <w:r>
        <w:rPr>
          <w:sz w:val="28"/>
          <w:szCs w:val="28"/>
        </w:rPr>
        <w:t xml:space="preserve">муниципальной </w:t>
      </w:r>
      <w:r w:rsidRPr="001C1098">
        <w:rPr>
          <w:sz w:val="28"/>
          <w:szCs w:val="28"/>
        </w:rPr>
        <w:t>программы</w:t>
      </w:r>
    </w:p>
    <w:p w:rsidR="00E234F1" w:rsidRDefault="00E234F1" w:rsidP="00E234F1">
      <w:pPr>
        <w:ind w:left="360"/>
        <w:jc w:val="center"/>
        <w:rPr>
          <w:sz w:val="28"/>
          <w:szCs w:val="28"/>
        </w:rPr>
      </w:pPr>
    </w:p>
    <w:p w:rsidR="00E234F1" w:rsidRPr="00556E52" w:rsidRDefault="00E234F1" w:rsidP="004C3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1C1098">
        <w:rPr>
          <w:sz w:val="28"/>
          <w:szCs w:val="28"/>
        </w:rPr>
        <w:t>рограмма реализуется за счет средств бюджета города Искитима.</w:t>
      </w:r>
      <w:r w:rsidR="004C3108">
        <w:rPr>
          <w:sz w:val="28"/>
          <w:szCs w:val="28"/>
        </w:rPr>
        <w:t xml:space="preserve"> </w:t>
      </w:r>
      <w:r w:rsidRPr="00556E52">
        <w:rPr>
          <w:sz w:val="28"/>
          <w:szCs w:val="28"/>
        </w:rPr>
        <w:t>Сводные финансовые затраты</w:t>
      </w:r>
      <w:r w:rsidR="004C3108">
        <w:rPr>
          <w:sz w:val="28"/>
          <w:szCs w:val="28"/>
        </w:rPr>
        <w:t xml:space="preserve"> </w:t>
      </w:r>
      <w:r w:rsidRPr="00556E52">
        <w:rPr>
          <w:sz w:val="28"/>
          <w:szCs w:val="28"/>
        </w:rPr>
        <w:t xml:space="preserve">муниципальной программы </w:t>
      </w:r>
      <w:r w:rsidR="00FC481E">
        <w:rPr>
          <w:sz w:val="28"/>
          <w:szCs w:val="28"/>
        </w:rPr>
        <w:t>в Приложении 3</w:t>
      </w:r>
      <w:r w:rsidR="004C3108" w:rsidRPr="004C3108">
        <w:rPr>
          <w:sz w:val="28"/>
          <w:szCs w:val="28"/>
        </w:rPr>
        <w:t xml:space="preserve"> к настоящей муниципальной программе.</w:t>
      </w:r>
    </w:p>
    <w:p w:rsidR="00E234F1" w:rsidRDefault="00E234F1" w:rsidP="00E234F1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p w:rsidR="00E234F1" w:rsidRDefault="00E234F1" w:rsidP="00E234F1">
      <w:pPr>
        <w:rPr>
          <w:sz w:val="28"/>
          <w:szCs w:val="28"/>
        </w:rPr>
      </w:pPr>
    </w:p>
    <w:p w:rsidR="00E234F1" w:rsidRDefault="00E234F1" w:rsidP="00E234F1">
      <w:pPr>
        <w:ind w:left="360"/>
        <w:jc w:val="center"/>
        <w:rPr>
          <w:sz w:val="28"/>
          <w:szCs w:val="28"/>
        </w:rPr>
      </w:pPr>
      <w:r w:rsidRPr="0085734B">
        <w:rPr>
          <w:sz w:val="28"/>
          <w:szCs w:val="28"/>
        </w:rPr>
        <w:t>VI. Ожидаемые результаты реализации муниципальной программы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E234F1" w:rsidRPr="0085734B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Реализация муниципальной п</w:t>
      </w:r>
      <w:r w:rsidRPr="0085734B">
        <w:rPr>
          <w:sz w:val="28"/>
          <w:szCs w:val="28"/>
        </w:rPr>
        <w:t>рограммы будет способствовать формированию открытого информационного пространства на территории города Искитима.</w:t>
      </w:r>
    </w:p>
    <w:p w:rsidR="00E234F1" w:rsidRPr="0085734B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5734B">
        <w:rPr>
          <w:sz w:val="28"/>
          <w:szCs w:val="28"/>
        </w:rPr>
        <w:t>Социальный эффект от ре</w:t>
      </w:r>
      <w:r>
        <w:rPr>
          <w:sz w:val="28"/>
          <w:szCs w:val="28"/>
        </w:rPr>
        <w:t>ализации муниципальной п</w:t>
      </w:r>
      <w:r w:rsidRPr="0085734B">
        <w:rPr>
          <w:sz w:val="28"/>
          <w:szCs w:val="28"/>
        </w:rPr>
        <w:t>рограммы выражается в обеспечении реализации права граждан на доступ к информации о деятельности и принимаемых решениях органов местного самоуправления, а также прав граждан на участие в осуществлении местного самоуправления.</w:t>
      </w:r>
    </w:p>
    <w:p w:rsidR="00E234F1" w:rsidRPr="0085734B" w:rsidRDefault="00E234F1" w:rsidP="00E234F1">
      <w:pPr>
        <w:ind w:left="360" w:firstLine="360"/>
        <w:jc w:val="both"/>
        <w:rPr>
          <w:sz w:val="28"/>
          <w:szCs w:val="28"/>
        </w:rPr>
      </w:pPr>
      <w:r w:rsidRPr="0085734B">
        <w:rPr>
          <w:sz w:val="28"/>
          <w:szCs w:val="28"/>
        </w:rPr>
        <w:t xml:space="preserve">В результате реализации программы в городе </w:t>
      </w:r>
      <w:proofErr w:type="spellStart"/>
      <w:r w:rsidRPr="0085734B">
        <w:rPr>
          <w:sz w:val="28"/>
          <w:szCs w:val="28"/>
        </w:rPr>
        <w:t>Искитиме</w:t>
      </w:r>
      <w:proofErr w:type="spellEnd"/>
      <w:r w:rsidRPr="0085734B">
        <w:rPr>
          <w:sz w:val="28"/>
          <w:szCs w:val="28"/>
        </w:rPr>
        <w:t xml:space="preserve"> будут получены следующие результаты:</w:t>
      </w:r>
    </w:p>
    <w:p w:rsidR="00E234F1" w:rsidRPr="00702D4C" w:rsidRDefault="00E234F1" w:rsidP="00E234F1">
      <w:pPr>
        <w:ind w:left="360"/>
        <w:jc w:val="both"/>
        <w:rPr>
          <w:sz w:val="28"/>
          <w:szCs w:val="28"/>
        </w:rPr>
      </w:pPr>
      <w:r w:rsidRPr="00702D4C">
        <w:rPr>
          <w:sz w:val="28"/>
          <w:szCs w:val="28"/>
        </w:rPr>
        <w:t xml:space="preserve">1. </w:t>
      </w:r>
      <w:r>
        <w:rPr>
          <w:sz w:val="28"/>
          <w:szCs w:val="28"/>
        </w:rPr>
        <w:t>Доля</w:t>
      </w:r>
      <w:r w:rsidRPr="00702D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 - </w:t>
      </w:r>
      <w:r w:rsidRPr="00702D4C">
        <w:rPr>
          <w:sz w:val="28"/>
          <w:szCs w:val="28"/>
        </w:rPr>
        <w:t xml:space="preserve">правовых актов, опубликованных в газете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</w:t>
      </w:r>
      <w:r w:rsidRPr="00702D4C">
        <w:rPr>
          <w:sz w:val="28"/>
          <w:szCs w:val="28"/>
        </w:rPr>
        <w:t xml:space="preserve">и на официальном сайте администрации города Искитима </w:t>
      </w:r>
      <w:r>
        <w:rPr>
          <w:sz w:val="28"/>
          <w:szCs w:val="28"/>
        </w:rPr>
        <w:t>составит</w:t>
      </w:r>
      <w:r w:rsidRPr="00702D4C">
        <w:rPr>
          <w:sz w:val="28"/>
          <w:szCs w:val="28"/>
        </w:rPr>
        <w:t xml:space="preserve"> 100% от утвержденных но</w:t>
      </w:r>
      <w:r>
        <w:rPr>
          <w:sz w:val="28"/>
          <w:szCs w:val="28"/>
        </w:rPr>
        <w:t>рмативно-правовых актов</w:t>
      </w:r>
      <w:r w:rsidRPr="00702D4C">
        <w:rPr>
          <w:sz w:val="28"/>
          <w:szCs w:val="28"/>
        </w:rPr>
        <w:t>.</w:t>
      </w:r>
    </w:p>
    <w:p w:rsidR="00E234F1" w:rsidRPr="006F3EA6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6F3EA6">
        <w:rPr>
          <w:color w:val="000000" w:themeColor="text1"/>
          <w:sz w:val="28"/>
          <w:szCs w:val="28"/>
        </w:rPr>
        <w:t xml:space="preserve">2. </w:t>
      </w:r>
      <w:r w:rsidRPr="00D25070">
        <w:rPr>
          <w:color w:val="000000" w:themeColor="text1"/>
          <w:sz w:val="28"/>
          <w:szCs w:val="28"/>
        </w:rPr>
        <w:t>Количество новостных материалов, размещенных на официальном сайте администрации города Искитима</w:t>
      </w:r>
      <w:r>
        <w:rPr>
          <w:color w:val="000000" w:themeColor="text1"/>
          <w:sz w:val="28"/>
          <w:szCs w:val="28"/>
        </w:rPr>
        <w:t>,</w:t>
      </w:r>
      <w:r w:rsidRPr="00D25070">
        <w:rPr>
          <w:color w:val="000000" w:themeColor="text1"/>
          <w:sz w:val="28"/>
          <w:szCs w:val="28"/>
        </w:rPr>
        <w:t xml:space="preserve"> увел</w:t>
      </w:r>
      <w:r>
        <w:rPr>
          <w:color w:val="000000" w:themeColor="text1"/>
          <w:sz w:val="28"/>
          <w:szCs w:val="28"/>
        </w:rPr>
        <w:t>ичится с 24</w:t>
      </w:r>
      <w:r w:rsidR="00B11FA3">
        <w:rPr>
          <w:color w:val="000000" w:themeColor="text1"/>
          <w:sz w:val="28"/>
          <w:szCs w:val="28"/>
        </w:rPr>
        <w:t xml:space="preserve">7 в 2017 году до </w:t>
      </w:r>
      <w:r w:rsidR="00B11FA3" w:rsidRPr="00B11FA3">
        <w:rPr>
          <w:color w:val="000000" w:themeColor="text1"/>
          <w:sz w:val="28"/>
          <w:szCs w:val="28"/>
        </w:rPr>
        <w:t>1743</w:t>
      </w:r>
      <w:r w:rsidR="00B11FA3">
        <w:rPr>
          <w:color w:val="000000" w:themeColor="text1"/>
          <w:sz w:val="28"/>
          <w:szCs w:val="28"/>
        </w:rPr>
        <w:t xml:space="preserve"> ед. в 2027</w:t>
      </w:r>
      <w:r w:rsidRPr="00D25070">
        <w:rPr>
          <w:color w:val="000000" w:themeColor="text1"/>
          <w:sz w:val="28"/>
          <w:szCs w:val="28"/>
        </w:rPr>
        <w:t xml:space="preserve"> году.</w:t>
      </w:r>
    </w:p>
    <w:p w:rsidR="00E234F1" w:rsidRPr="00702D4C" w:rsidRDefault="00E234F1" w:rsidP="00E234F1">
      <w:pPr>
        <w:ind w:left="360"/>
        <w:jc w:val="both"/>
        <w:rPr>
          <w:sz w:val="28"/>
          <w:szCs w:val="28"/>
        </w:rPr>
      </w:pPr>
      <w:r w:rsidRPr="00702D4C">
        <w:rPr>
          <w:sz w:val="28"/>
          <w:szCs w:val="28"/>
        </w:rPr>
        <w:t xml:space="preserve">3. Количество информационно – аналитических телепередач, вышедших в эфир, с участием органов местного самоуправления </w:t>
      </w:r>
      <w:r w:rsidR="00B11FA3">
        <w:rPr>
          <w:sz w:val="28"/>
          <w:szCs w:val="28"/>
        </w:rPr>
        <w:t>составит 318</w:t>
      </w:r>
      <w:r w:rsidRPr="00702D4C">
        <w:rPr>
          <w:sz w:val="28"/>
          <w:szCs w:val="28"/>
        </w:rPr>
        <w:t xml:space="preserve"> единиц.</w:t>
      </w:r>
    </w:p>
    <w:p w:rsidR="00E234F1" w:rsidRPr="00702D4C" w:rsidRDefault="00E234F1" w:rsidP="00E234F1">
      <w:pPr>
        <w:ind w:left="360"/>
        <w:jc w:val="both"/>
        <w:rPr>
          <w:sz w:val="28"/>
          <w:szCs w:val="28"/>
        </w:rPr>
      </w:pPr>
      <w:r w:rsidRPr="00702D4C">
        <w:rPr>
          <w:sz w:val="28"/>
          <w:szCs w:val="28"/>
        </w:rPr>
        <w:t xml:space="preserve">4. Количество трансляций на телевидении заказных сюжетов в программе «Новости» </w:t>
      </w:r>
      <w:r>
        <w:rPr>
          <w:sz w:val="28"/>
          <w:szCs w:val="28"/>
        </w:rPr>
        <w:t xml:space="preserve">составит </w:t>
      </w:r>
      <w:r w:rsidR="00B11FA3">
        <w:rPr>
          <w:sz w:val="28"/>
          <w:szCs w:val="28"/>
        </w:rPr>
        <w:t>347</w:t>
      </w:r>
      <w:r w:rsidRPr="00702D4C">
        <w:rPr>
          <w:sz w:val="28"/>
          <w:szCs w:val="28"/>
        </w:rPr>
        <w:t xml:space="preserve">  единиц.</w:t>
      </w:r>
    </w:p>
    <w:p w:rsidR="00E234F1" w:rsidRPr="00702D4C" w:rsidRDefault="00E234F1" w:rsidP="00E234F1">
      <w:pPr>
        <w:ind w:left="360"/>
        <w:jc w:val="both"/>
        <w:rPr>
          <w:sz w:val="28"/>
          <w:szCs w:val="28"/>
        </w:rPr>
      </w:pPr>
      <w:r w:rsidRPr="00702D4C">
        <w:rPr>
          <w:sz w:val="28"/>
          <w:szCs w:val="28"/>
        </w:rPr>
        <w:t xml:space="preserve">5. Количество </w:t>
      </w:r>
      <w:proofErr w:type="gramStart"/>
      <w:r w:rsidRPr="00702D4C">
        <w:rPr>
          <w:sz w:val="28"/>
          <w:szCs w:val="28"/>
        </w:rPr>
        <w:t xml:space="preserve">встреч, проведенных представителями </w:t>
      </w:r>
      <w:r w:rsidR="00D53018">
        <w:rPr>
          <w:sz w:val="28"/>
          <w:szCs w:val="28"/>
        </w:rPr>
        <w:t>органов местного самоуправления</w:t>
      </w:r>
      <w:r w:rsidRPr="00702D4C">
        <w:rPr>
          <w:sz w:val="28"/>
          <w:szCs w:val="28"/>
        </w:rPr>
        <w:t xml:space="preserve"> с населением </w:t>
      </w:r>
      <w:r w:rsidR="00B11FA3">
        <w:rPr>
          <w:sz w:val="28"/>
          <w:szCs w:val="28"/>
        </w:rPr>
        <w:t>составит</w:t>
      </w:r>
      <w:proofErr w:type="gramEnd"/>
      <w:r w:rsidR="00B11FA3">
        <w:rPr>
          <w:sz w:val="28"/>
          <w:szCs w:val="28"/>
        </w:rPr>
        <w:t xml:space="preserve"> 115</w:t>
      </w:r>
      <w:r w:rsidRPr="00702D4C">
        <w:rPr>
          <w:sz w:val="28"/>
          <w:szCs w:val="28"/>
        </w:rPr>
        <w:t xml:space="preserve"> единиц.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E234F1" w:rsidRPr="00466D73" w:rsidRDefault="00EA2F13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234F1" w:rsidRPr="00032A59">
        <w:rPr>
          <w:sz w:val="28"/>
          <w:szCs w:val="28"/>
        </w:rPr>
        <w:t xml:space="preserve">VII.  </w:t>
      </w:r>
      <w:r w:rsidR="00E234F1">
        <w:rPr>
          <w:sz w:val="28"/>
          <w:szCs w:val="28"/>
        </w:rPr>
        <w:t>С</w:t>
      </w:r>
      <w:r w:rsidR="00E234F1" w:rsidRPr="00466D73">
        <w:rPr>
          <w:sz w:val="28"/>
          <w:szCs w:val="28"/>
        </w:rPr>
        <w:t xml:space="preserve">истема </w:t>
      </w:r>
      <w:proofErr w:type="gramStart"/>
      <w:r w:rsidR="00E234F1" w:rsidRPr="00466D73">
        <w:rPr>
          <w:sz w:val="28"/>
          <w:szCs w:val="28"/>
        </w:rPr>
        <w:t>контроля за</w:t>
      </w:r>
      <w:proofErr w:type="gramEnd"/>
      <w:r w:rsidR="00E234F1" w:rsidRPr="00466D73">
        <w:rPr>
          <w:sz w:val="28"/>
          <w:szCs w:val="28"/>
        </w:rPr>
        <w:t xml:space="preserve"> реализацией муниципальной программы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234F1" w:rsidRPr="00466D73" w:rsidRDefault="00EA2F13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234F1" w:rsidRPr="00466D73">
        <w:rPr>
          <w:sz w:val="28"/>
          <w:szCs w:val="28"/>
        </w:rPr>
        <w:t xml:space="preserve">Общее руководство </w:t>
      </w:r>
      <w:r w:rsidR="00E234F1">
        <w:rPr>
          <w:sz w:val="28"/>
          <w:szCs w:val="28"/>
        </w:rPr>
        <w:t xml:space="preserve">и </w:t>
      </w:r>
      <w:proofErr w:type="gramStart"/>
      <w:r w:rsidR="00E234F1">
        <w:rPr>
          <w:sz w:val="28"/>
          <w:szCs w:val="28"/>
        </w:rPr>
        <w:t>контроль за</w:t>
      </w:r>
      <w:proofErr w:type="gramEnd"/>
      <w:r w:rsidR="00E234F1">
        <w:rPr>
          <w:sz w:val="28"/>
          <w:szCs w:val="28"/>
        </w:rPr>
        <w:t xml:space="preserve"> ходом реализации муниципальной п</w:t>
      </w:r>
      <w:r w:rsidR="00E234F1" w:rsidRPr="00466D73">
        <w:rPr>
          <w:sz w:val="28"/>
          <w:szCs w:val="28"/>
        </w:rPr>
        <w:t xml:space="preserve">рограммы осуществляет администрация города Искитима Новосибирской области (Заказчик программы). Формы и методы управления реализацией программы определяются Заказчиком. </w:t>
      </w:r>
    </w:p>
    <w:p w:rsidR="00E234F1" w:rsidRPr="00466D73" w:rsidRDefault="00EF0D22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234F1" w:rsidRPr="00466D73">
        <w:rPr>
          <w:sz w:val="28"/>
          <w:szCs w:val="28"/>
        </w:rPr>
        <w:t>Ответственным исполнителем за реализацию муниципальной программы является управление делами администрации города Искитима Новосибирской области, которое выполняет следующие функции:</w:t>
      </w:r>
    </w:p>
    <w:p w:rsidR="00E234F1" w:rsidRPr="00466D73" w:rsidRDefault="00E234F1" w:rsidP="0098139D">
      <w:pPr>
        <w:numPr>
          <w:ilvl w:val="0"/>
          <w:numId w:val="27"/>
        </w:numPr>
        <w:ind w:left="426" w:firstLine="0"/>
        <w:jc w:val="both"/>
        <w:rPr>
          <w:sz w:val="28"/>
          <w:szCs w:val="28"/>
        </w:rPr>
      </w:pPr>
      <w:r w:rsidRPr="00466D73">
        <w:rPr>
          <w:sz w:val="28"/>
          <w:szCs w:val="28"/>
        </w:rPr>
        <w:lastRenderedPageBreak/>
        <w:t>Организует реализацию муниципальной программы, в том числе взаимодействие с исполнителями в рамках ее реализации, осуществляет на постоянной основе мониторинг реализации муниципальной программы, принимает решение о внесении изменений в муниципальную программу;</w:t>
      </w:r>
    </w:p>
    <w:p w:rsidR="00E234F1" w:rsidRPr="00466D73" w:rsidRDefault="00E234F1" w:rsidP="0098139D">
      <w:pPr>
        <w:numPr>
          <w:ilvl w:val="0"/>
          <w:numId w:val="27"/>
        </w:numPr>
        <w:ind w:left="426" w:hanging="66"/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Осуществляет оперативный </w:t>
      </w:r>
      <w:proofErr w:type="gramStart"/>
      <w:r w:rsidRPr="00466D73">
        <w:rPr>
          <w:sz w:val="28"/>
          <w:szCs w:val="28"/>
        </w:rPr>
        <w:t>контроль з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ходом реализации мероприятий муниципальной п</w:t>
      </w:r>
      <w:r w:rsidRPr="00466D73">
        <w:rPr>
          <w:sz w:val="28"/>
          <w:szCs w:val="28"/>
        </w:rPr>
        <w:t>рограммы;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3. Вносит изменения в </w:t>
      </w:r>
      <w:r w:rsidRPr="00466D73">
        <w:rPr>
          <w:bCs/>
          <w:sz w:val="28"/>
          <w:szCs w:val="28"/>
        </w:rPr>
        <w:t xml:space="preserve">перечень планируемых к реализации мероприятий </w:t>
      </w:r>
      <w:r>
        <w:rPr>
          <w:sz w:val="28"/>
          <w:szCs w:val="28"/>
        </w:rPr>
        <w:t>п</w:t>
      </w:r>
      <w:r w:rsidRPr="00466D73">
        <w:rPr>
          <w:sz w:val="28"/>
          <w:szCs w:val="28"/>
        </w:rPr>
        <w:t xml:space="preserve">рограммы </w:t>
      </w:r>
      <w:r w:rsidRPr="00466D73">
        <w:rPr>
          <w:bCs/>
          <w:sz w:val="28"/>
          <w:szCs w:val="28"/>
        </w:rPr>
        <w:t>на очередной финансовый год и плановый период</w:t>
      </w:r>
      <w:r w:rsidRPr="00466D73">
        <w:rPr>
          <w:sz w:val="28"/>
          <w:szCs w:val="28"/>
        </w:rPr>
        <w:t xml:space="preserve"> по согласованию с заказчиком;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4. Выявляет отклонения от предусмотренных результатов, устанавливает причины и определяет меры по устранению отклонений;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5. </w:t>
      </w:r>
      <w:proofErr w:type="gramStart"/>
      <w:r w:rsidRPr="00466D73">
        <w:rPr>
          <w:sz w:val="28"/>
          <w:szCs w:val="28"/>
        </w:rPr>
        <w:t>Координирует деятельность по выполнению</w:t>
      </w:r>
      <w:r w:rsidRPr="00466D73">
        <w:rPr>
          <w:bCs/>
          <w:sz w:val="28"/>
          <w:szCs w:val="28"/>
        </w:rPr>
        <w:t xml:space="preserve"> планируемых к реализации основных мероприятий </w:t>
      </w:r>
      <w:r>
        <w:rPr>
          <w:sz w:val="28"/>
          <w:szCs w:val="28"/>
        </w:rPr>
        <w:t>п</w:t>
      </w:r>
      <w:r w:rsidRPr="00466D73">
        <w:rPr>
          <w:sz w:val="28"/>
          <w:szCs w:val="28"/>
        </w:rPr>
        <w:t xml:space="preserve">рограммы и представляет квартальные (нарастающим итогом) и годовые отчеты о выполнении </w:t>
      </w:r>
      <w:r w:rsidRPr="00466D73">
        <w:rPr>
          <w:bCs/>
          <w:sz w:val="28"/>
          <w:szCs w:val="28"/>
        </w:rPr>
        <w:t xml:space="preserve">планируемых к реализации основных мероприятий </w:t>
      </w:r>
      <w:r>
        <w:rPr>
          <w:sz w:val="28"/>
          <w:szCs w:val="28"/>
        </w:rPr>
        <w:t>п</w:t>
      </w:r>
      <w:r w:rsidRPr="00466D73">
        <w:rPr>
          <w:sz w:val="28"/>
          <w:szCs w:val="28"/>
        </w:rPr>
        <w:t>рограммы в Управление экономического развития администрации города Искитима Новосибирской области, в соответствии с порядком принятия решений о разработке муниципальных программ города Искитима Новосибирской области, их формирования и реализации, утвержденным постановлением администрации города Искитима Новосибирской области;</w:t>
      </w:r>
      <w:proofErr w:type="gramEnd"/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6. Несет ответственность за достижение показателей (индикаторов) муниципальной программы, а также конечных результатов ее реализации;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7. Предоставляет по запросу экономического органа, финансового органа и контрольно-счетного органа сведения, необходимые для проведения мониторинга реализации муниципальной программы;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8. Запрашивает у исполнителей информацию, необходимую для подготовки ответов на запросы экономического органа и финансового органа;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9. Запрашивает у исполнителей и участников информацию, необходимую для подготовки годового отчета;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10. Осуществляет оценку деятельности исполнителей по выполнению поставленных задач и достижению запланированных результатов по итогам отчетного года;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11. Осуществляет оценку эффективности реализации муниципальной программы в соответствии с порядком проведения </w:t>
      </w:r>
      <w:proofErr w:type="gramStart"/>
      <w:r w:rsidRPr="00466D73">
        <w:rPr>
          <w:sz w:val="28"/>
          <w:szCs w:val="28"/>
        </w:rPr>
        <w:t>оценки эффективности реализации муниципальных программ города</w:t>
      </w:r>
      <w:proofErr w:type="gramEnd"/>
      <w:r w:rsidRPr="00466D73">
        <w:rPr>
          <w:sz w:val="28"/>
          <w:szCs w:val="28"/>
        </w:rPr>
        <w:t xml:space="preserve"> Искитима Новосибирской области, утвержденным постановлением администрации города Искитима Новосибирской области;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12. Корректиру</w:t>
      </w:r>
      <w:r>
        <w:rPr>
          <w:sz w:val="28"/>
          <w:szCs w:val="28"/>
        </w:rPr>
        <w:t>ет основные мероприятия п</w:t>
      </w:r>
      <w:r w:rsidRPr="00466D73">
        <w:rPr>
          <w:sz w:val="28"/>
          <w:szCs w:val="28"/>
        </w:rPr>
        <w:t>рограммы и их ресурсное обеспечение при формировании бюджета города Искитима Новосибирской области на очередной финансовый год и плановый период.</w:t>
      </w:r>
      <w:bookmarkStart w:id="0" w:name="P786"/>
      <w:bookmarkEnd w:id="0"/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A56555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E234F1" w:rsidRDefault="00841E37" w:rsidP="00841E3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bookmarkStart w:id="1" w:name="_GoBack"/>
      <w:bookmarkEnd w:id="1"/>
      <w:r w:rsidR="00E234F1" w:rsidRPr="00466D73">
        <w:rPr>
          <w:sz w:val="28"/>
          <w:szCs w:val="28"/>
        </w:rPr>
        <w:t>Исполнители муниципальной программы: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lastRenderedPageBreak/>
        <w:t>1. Осуществляют реализацию мероприятий муниципальной программы в рамках своей компетенции;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Представляют о</w:t>
      </w:r>
      <w:r w:rsidRPr="00466D73">
        <w:rPr>
          <w:sz w:val="28"/>
          <w:szCs w:val="28"/>
        </w:rPr>
        <w:t>тветственному исполнителю необходимую информацию для подготовки ответов на запросы экономического органа, финансового органа, и контрольно-счетного органа, а также отчет о ходе реализации мероприятий муниципальной программы;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Представляют о</w:t>
      </w:r>
      <w:r w:rsidRPr="00466D73">
        <w:rPr>
          <w:sz w:val="28"/>
          <w:szCs w:val="28"/>
        </w:rPr>
        <w:t>тветственному исполнителю информацию, необходимую для подготовки годового отчета.</w:t>
      </w:r>
    </w:p>
    <w:p w:rsidR="00E234F1" w:rsidRPr="00466D73" w:rsidRDefault="00595B68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34F1" w:rsidRPr="00466D73">
        <w:rPr>
          <w:sz w:val="28"/>
          <w:szCs w:val="28"/>
        </w:rPr>
        <w:t>В случае неис</w:t>
      </w:r>
      <w:r w:rsidR="00E234F1">
        <w:rPr>
          <w:sz w:val="28"/>
          <w:szCs w:val="28"/>
        </w:rPr>
        <w:t>полнения отдельных мероприятий п</w:t>
      </w:r>
      <w:r w:rsidR="00E234F1" w:rsidRPr="00466D73">
        <w:rPr>
          <w:sz w:val="28"/>
          <w:szCs w:val="28"/>
        </w:rPr>
        <w:t xml:space="preserve">рограммы неосвоенные бюджетные ассигнования, без внесения соответствующих </w:t>
      </w:r>
      <w:r w:rsidR="00E234F1">
        <w:rPr>
          <w:sz w:val="28"/>
          <w:szCs w:val="28"/>
        </w:rPr>
        <w:t>изменений в п</w:t>
      </w:r>
      <w:r w:rsidR="00E234F1" w:rsidRPr="00466D73">
        <w:rPr>
          <w:sz w:val="28"/>
          <w:szCs w:val="28"/>
        </w:rPr>
        <w:t>рограмму, перераспр</w:t>
      </w:r>
      <w:r w:rsidR="00E234F1">
        <w:rPr>
          <w:sz w:val="28"/>
          <w:szCs w:val="28"/>
        </w:rPr>
        <w:t>еделению на другие мероприятия п</w:t>
      </w:r>
      <w:r w:rsidR="00E234F1" w:rsidRPr="00466D73">
        <w:rPr>
          <w:sz w:val="28"/>
          <w:szCs w:val="28"/>
        </w:rPr>
        <w:t>рограммы не подлежат и не расходуются.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32A59">
        <w:rPr>
          <w:sz w:val="28"/>
          <w:szCs w:val="28"/>
        </w:rPr>
        <w:t>Оперативное руководство и координацию деятельности по реализа</w:t>
      </w:r>
      <w:r>
        <w:rPr>
          <w:sz w:val="28"/>
          <w:szCs w:val="28"/>
        </w:rPr>
        <w:t>ции основных направлений муниципальной п</w:t>
      </w:r>
      <w:r w:rsidRPr="00032A59">
        <w:rPr>
          <w:sz w:val="28"/>
          <w:szCs w:val="28"/>
        </w:rPr>
        <w:t>рограммы осуществляет ответственный исполнитель программы.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242BC8" w:rsidRPr="006939DD" w:rsidRDefault="00242BC8" w:rsidP="00242BC8">
      <w:pPr>
        <w:ind w:firstLine="720"/>
        <w:jc w:val="both"/>
        <w:rPr>
          <w:sz w:val="28"/>
          <w:szCs w:val="28"/>
        </w:rPr>
      </w:pPr>
    </w:p>
    <w:p w:rsidR="00352045" w:rsidRDefault="00352045" w:rsidP="0069104C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</w:p>
    <w:p w:rsidR="0085734B" w:rsidRDefault="0085734B" w:rsidP="0085734B">
      <w:pPr>
        <w:ind w:left="360"/>
        <w:jc w:val="both"/>
        <w:rPr>
          <w:sz w:val="28"/>
          <w:szCs w:val="28"/>
        </w:rPr>
      </w:pPr>
    </w:p>
    <w:p w:rsidR="0085734B" w:rsidRDefault="0085734B" w:rsidP="0085734B">
      <w:pPr>
        <w:ind w:left="360"/>
        <w:jc w:val="both"/>
        <w:rPr>
          <w:sz w:val="28"/>
          <w:szCs w:val="28"/>
        </w:rPr>
      </w:pPr>
    </w:p>
    <w:sectPr w:rsidR="0085734B" w:rsidSect="007A5439">
      <w:headerReference w:type="even" r:id="rId10"/>
      <w:headerReference w:type="default" r:id="rId11"/>
      <w:headerReference w:type="first" r:id="rId12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23A" w:rsidRDefault="005E723A">
      <w:r>
        <w:separator/>
      </w:r>
    </w:p>
  </w:endnote>
  <w:endnote w:type="continuationSeparator" w:id="0">
    <w:p w:rsidR="005E723A" w:rsidRDefault="005E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23A" w:rsidRDefault="005E723A">
      <w:r>
        <w:separator/>
      </w:r>
    </w:p>
  </w:footnote>
  <w:footnote w:type="continuationSeparator" w:id="0">
    <w:p w:rsidR="005E723A" w:rsidRDefault="005E7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841E37">
      <w:rPr>
        <w:rStyle w:val="a5"/>
        <w:noProof/>
        <w:sz w:val="24"/>
      </w:rPr>
      <w:t>12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FF" w:rsidRDefault="008F6DFF" w:rsidP="008F6DFF">
    <w:pPr>
      <w:pStyle w:val="a4"/>
      <w:jc w:val="right"/>
      <w:rPr>
        <w:b/>
        <w:sz w:val="28"/>
        <w:szCs w:val="28"/>
      </w:rPr>
    </w:pPr>
  </w:p>
  <w:p w:rsidR="00243F50" w:rsidRPr="008F6DFF" w:rsidRDefault="00243F50" w:rsidP="008F6DFF">
    <w:pPr>
      <w:pStyle w:val="a4"/>
      <w:jc w:val="right"/>
      <w:rPr>
        <w:b/>
        <w:sz w:val="28"/>
        <w:szCs w:val="28"/>
      </w:rPr>
    </w:pPr>
  </w:p>
  <w:p w:rsidR="008F6DFF" w:rsidRDefault="008F6DFF">
    <w:pPr>
      <w:pStyle w:val="a4"/>
    </w:pPr>
  </w:p>
  <w:p w:rsidR="008F6DFF" w:rsidRDefault="008F6DFF">
    <w:pPr>
      <w:pStyle w:val="a4"/>
    </w:pPr>
  </w:p>
  <w:p w:rsidR="008F6DFF" w:rsidRDefault="008F6D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4EA"/>
    <w:multiLevelType w:val="multilevel"/>
    <w:tmpl w:val="F9CCC9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50813D83"/>
    <w:multiLevelType w:val="multilevel"/>
    <w:tmpl w:val="963C0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CF71FA4"/>
    <w:multiLevelType w:val="hybridMultilevel"/>
    <w:tmpl w:val="6AF0ECFA"/>
    <w:lvl w:ilvl="0" w:tplc="D55234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E6D05"/>
    <w:multiLevelType w:val="multilevel"/>
    <w:tmpl w:val="1E0C1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</w:num>
  <w:num w:numId="25">
    <w:abstractNumId w:val="4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9D"/>
    <w:rsid w:val="00013AFC"/>
    <w:rsid w:val="00014B87"/>
    <w:rsid w:val="00020160"/>
    <w:rsid w:val="0003050F"/>
    <w:rsid w:val="00032A59"/>
    <w:rsid w:val="00043AAB"/>
    <w:rsid w:val="00054272"/>
    <w:rsid w:val="000552EC"/>
    <w:rsid w:val="000600CE"/>
    <w:rsid w:val="00061514"/>
    <w:rsid w:val="00061F4A"/>
    <w:rsid w:val="00064E67"/>
    <w:rsid w:val="00065879"/>
    <w:rsid w:val="00065E13"/>
    <w:rsid w:val="00071C9F"/>
    <w:rsid w:val="00087B4D"/>
    <w:rsid w:val="000A48CC"/>
    <w:rsid w:val="000B290C"/>
    <w:rsid w:val="000C2669"/>
    <w:rsid w:val="000C3260"/>
    <w:rsid w:val="000D6DF4"/>
    <w:rsid w:val="000E4A0F"/>
    <w:rsid w:val="000E6A97"/>
    <w:rsid w:val="00102344"/>
    <w:rsid w:val="00107837"/>
    <w:rsid w:val="00110473"/>
    <w:rsid w:val="001179D4"/>
    <w:rsid w:val="00126AE9"/>
    <w:rsid w:val="001364BB"/>
    <w:rsid w:val="00146A88"/>
    <w:rsid w:val="001470C5"/>
    <w:rsid w:val="00154562"/>
    <w:rsid w:val="001670E9"/>
    <w:rsid w:val="001919EE"/>
    <w:rsid w:val="00196A84"/>
    <w:rsid w:val="001B1B92"/>
    <w:rsid w:val="001B1BB7"/>
    <w:rsid w:val="001C1098"/>
    <w:rsid w:val="001C2CBB"/>
    <w:rsid w:val="001C7E75"/>
    <w:rsid w:val="001D40AA"/>
    <w:rsid w:val="001D43C3"/>
    <w:rsid w:val="001D54D8"/>
    <w:rsid w:val="001E44F6"/>
    <w:rsid w:val="00214913"/>
    <w:rsid w:val="002269EE"/>
    <w:rsid w:val="0023033D"/>
    <w:rsid w:val="00242BC8"/>
    <w:rsid w:val="00243F50"/>
    <w:rsid w:val="00244C25"/>
    <w:rsid w:val="00244D1F"/>
    <w:rsid w:val="00246086"/>
    <w:rsid w:val="00247F08"/>
    <w:rsid w:val="00260315"/>
    <w:rsid w:val="00264FBD"/>
    <w:rsid w:val="00266B93"/>
    <w:rsid w:val="002734EB"/>
    <w:rsid w:val="00276DFB"/>
    <w:rsid w:val="00280498"/>
    <w:rsid w:val="002A0AA3"/>
    <w:rsid w:val="002A2021"/>
    <w:rsid w:val="002A453C"/>
    <w:rsid w:val="002A6906"/>
    <w:rsid w:val="002C20A5"/>
    <w:rsid w:val="002C4C73"/>
    <w:rsid w:val="002D34F7"/>
    <w:rsid w:val="002D416E"/>
    <w:rsid w:val="002D6B2A"/>
    <w:rsid w:val="002E1CE6"/>
    <w:rsid w:val="002E3194"/>
    <w:rsid w:val="002F2846"/>
    <w:rsid w:val="002F6E80"/>
    <w:rsid w:val="002F7D3D"/>
    <w:rsid w:val="0030046A"/>
    <w:rsid w:val="00301CD5"/>
    <w:rsid w:val="003055D4"/>
    <w:rsid w:val="003055E7"/>
    <w:rsid w:val="00313F6D"/>
    <w:rsid w:val="0032119D"/>
    <w:rsid w:val="0032560C"/>
    <w:rsid w:val="003428D5"/>
    <w:rsid w:val="00344C0B"/>
    <w:rsid w:val="00352045"/>
    <w:rsid w:val="003540FB"/>
    <w:rsid w:val="00365239"/>
    <w:rsid w:val="00371111"/>
    <w:rsid w:val="0037138B"/>
    <w:rsid w:val="00372F15"/>
    <w:rsid w:val="00373969"/>
    <w:rsid w:val="00384280"/>
    <w:rsid w:val="00386F20"/>
    <w:rsid w:val="003A411C"/>
    <w:rsid w:val="003C61DC"/>
    <w:rsid w:val="003E1593"/>
    <w:rsid w:val="003E4903"/>
    <w:rsid w:val="003E4A41"/>
    <w:rsid w:val="003E61BE"/>
    <w:rsid w:val="003F2A91"/>
    <w:rsid w:val="00400125"/>
    <w:rsid w:val="00406A4A"/>
    <w:rsid w:val="004072D9"/>
    <w:rsid w:val="004144E2"/>
    <w:rsid w:val="00420FF3"/>
    <w:rsid w:val="00422547"/>
    <w:rsid w:val="0042388B"/>
    <w:rsid w:val="00426B18"/>
    <w:rsid w:val="0042767A"/>
    <w:rsid w:val="00440EF7"/>
    <w:rsid w:val="00442442"/>
    <w:rsid w:val="00447A51"/>
    <w:rsid w:val="004538A5"/>
    <w:rsid w:val="00457902"/>
    <w:rsid w:val="00460002"/>
    <w:rsid w:val="00466D73"/>
    <w:rsid w:val="004822DE"/>
    <w:rsid w:val="00487432"/>
    <w:rsid w:val="00491F31"/>
    <w:rsid w:val="00496947"/>
    <w:rsid w:val="00497CEE"/>
    <w:rsid w:val="004A4018"/>
    <w:rsid w:val="004A4DF1"/>
    <w:rsid w:val="004B11F2"/>
    <w:rsid w:val="004B1D57"/>
    <w:rsid w:val="004B1F6B"/>
    <w:rsid w:val="004B50F9"/>
    <w:rsid w:val="004C3108"/>
    <w:rsid w:val="004C648E"/>
    <w:rsid w:val="004D3D34"/>
    <w:rsid w:val="004D430F"/>
    <w:rsid w:val="004D47EF"/>
    <w:rsid w:val="004D522B"/>
    <w:rsid w:val="004E56E0"/>
    <w:rsid w:val="004E59C3"/>
    <w:rsid w:val="00506967"/>
    <w:rsid w:val="00510893"/>
    <w:rsid w:val="005126FB"/>
    <w:rsid w:val="00515BBF"/>
    <w:rsid w:val="0053366D"/>
    <w:rsid w:val="00536820"/>
    <w:rsid w:val="005424B8"/>
    <w:rsid w:val="00545ABC"/>
    <w:rsid w:val="00553940"/>
    <w:rsid w:val="00556E52"/>
    <w:rsid w:val="005600D9"/>
    <w:rsid w:val="005631BD"/>
    <w:rsid w:val="00566A90"/>
    <w:rsid w:val="00571D18"/>
    <w:rsid w:val="00574521"/>
    <w:rsid w:val="00585214"/>
    <w:rsid w:val="0059545A"/>
    <w:rsid w:val="00595B68"/>
    <w:rsid w:val="005A01D4"/>
    <w:rsid w:val="005A553A"/>
    <w:rsid w:val="005B70F2"/>
    <w:rsid w:val="005C56EB"/>
    <w:rsid w:val="005D1FA1"/>
    <w:rsid w:val="005D7871"/>
    <w:rsid w:val="005E723A"/>
    <w:rsid w:val="005F2A50"/>
    <w:rsid w:val="00602F4E"/>
    <w:rsid w:val="00604512"/>
    <w:rsid w:val="00605062"/>
    <w:rsid w:val="006110F2"/>
    <w:rsid w:val="0061671D"/>
    <w:rsid w:val="0063499F"/>
    <w:rsid w:val="0064079A"/>
    <w:rsid w:val="00642201"/>
    <w:rsid w:val="006427C6"/>
    <w:rsid w:val="00643CA9"/>
    <w:rsid w:val="0065229D"/>
    <w:rsid w:val="00655CB8"/>
    <w:rsid w:val="00665B42"/>
    <w:rsid w:val="00676B45"/>
    <w:rsid w:val="00690B0F"/>
    <w:rsid w:val="0069104C"/>
    <w:rsid w:val="006A3C12"/>
    <w:rsid w:val="006A6864"/>
    <w:rsid w:val="006C41E1"/>
    <w:rsid w:val="006C542E"/>
    <w:rsid w:val="006C6F68"/>
    <w:rsid w:val="006D0C62"/>
    <w:rsid w:val="006D112A"/>
    <w:rsid w:val="006D21D6"/>
    <w:rsid w:val="006D31A6"/>
    <w:rsid w:val="006E1500"/>
    <w:rsid w:val="006E6D6E"/>
    <w:rsid w:val="006F3EA6"/>
    <w:rsid w:val="006F49F5"/>
    <w:rsid w:val="00702D4C"/>
    <w:rsid w:val="0071448C"/>
    <w:rsid w:val="00716A70"/>
    <w:rsid w:val="00727434"/>
    <w:rsid w:val="00735DDD"/>
    <w:rsid w:val="007464CB"/>
    <w:rsid w:val="007527F2"/>
    <w:rsid w:val="00754A17"/>
    <w:rsid w:val="00755BEC"/>
    <w:rsid w:val="00764934"/>
    <w:rsid w:val="007705B9"/>
    <w:rsid w:val="00777518"/>
    <w:rsid w:val="00792E08"/>
    <w:rsid w:val="007932C1"/>
    <w:rsid w:val="00796BC2"/>
    <w:rsid w:val="007A3094"/>
    <w:rsid w:val="007A5439"/>
    <w:rsid w:val="007C2E20"/>
    <w:rsid w:val="007C31F0"/>
    <w:rsid w:val="007D5E82"/>
    <w:rsid w:val="007E0275"/>
    <w:rsid w:val="007E4A2D"/>
    <w:rsid w:val="007E5AA0"/>
    <w:rsid w:val="007E7DE9"/>
    <w:rsid w:val="007F091B"/>
    <w:rsid w:val="007F720B"/>
    <w:rsid w:val="007F79AA"/>
    <w:rsid w:val="00807660"/>
    <w:rsid w:val="008078EE"/>
    <w:rsid w:val="0081488E"/>
    <w:rsid w:val="00814BDE"/>
    <w:rsid w:val="00822130"/>
    <w:rsid w:val="00824628"/>
    <w:rsid w:val="008258DB"/>
    <w:rsid w:val="008264F3"/>
    <w:rsid w:val="008325EF"/>
    <w:rsid w:val="00841E37"/>
    <w:rsid w:val="00847031"/>
    <w:rsid w:val="008474A4"/>
    <w:rsid w:val="0085734B"/>
    <w:rsid w:val="00862913"/>
    <w:rsid w:val="00892E8C"/>
    <w:rsid w:val="008934C9"/>
    <w:rsid w:val="00895D3A"/>
    <w:rsid w:val="00897D3D"/>
    <w:rsid w:val="008B348D"/>
    <w:rsid w:val="008B59A1"/>
    <w:rsid w:val="008B5ADA"/>
    <w:rsid w:val="008B7E6B"/>
    <w:rsid w:val="008D1EF0"/>
    <w:rsid w:val="008D3D53"/>
    <w:rsid w:val="008D76E4"/>
    <w:rsid w:val="008E604A"/>
    <w:rsid w:val="008E72AD"/>
    <w:rsid w:val="008F00DE"/>
    <w:rsid w:val="008F6DFF"/>
    <w:rsid w:val="008F7FAB"/>
    <w:rsid w:val="009061C1"/>
    <w:rsid w:val="00913BD5"/>
    <w:rsid w:val="0091514E"/>
    <w:rsid w:val="00916984"/>
    <w:rsid w:val="009250FB"/>
    <w:rsid w:val="0092732A"/>
    <w:rsid w:val="00930FD7"/>
    <w:rsid w:val="00933EED"/>
    <w:rsid w:val="0095614B"/>
    <w:rsid w:val="00956775"/>
    <w:rsid w:val="0096117C"/>
    <w:rsid w:val="009673BF"/>
    <w:rsid w:val="009720CB"/>
    <w:rsid w:val="00973071"/>
    <w:rsid w:val="00976F2E"/>
    <w:rsid w:val="00977A55"/>
    <w:rsid w:val="009807EA"/>
    <w:rsid w:val="0098139D"/>
    <w:rsid w:val="009935DD"/>
    <w:rsid w:val="00997E21"/>
    <w:rsid w:val="009A2CEE"/>
    <w:rsid w:val="009A2D04"/>
    <w:rsid w:val="009A54E6"/>
    <w:rsid w:val="009B208B"/>
    <w:rsid w:val="009B61F7"/>
    <w:rsid w:val="009C5A21"/>
    <w:rsid w:val="009D00A7"/>
    <w:rsid w:val="009D577A"/>
    <w:rsid w:val="009D68E8"/>
    <w:rsid w:val="009E1A55"/>
    <w:rsid w:val="00A12319"/>
    <w:rsid w:val="00A204F5"/>
    <w:rsid w:val="00A26292"/>
    <w:rsid w:val="00A37EA9"/>
    <w:rsid w:val="00A427D4"/>
    <w:rsid w:val="00A44ABC"/>
    <w:rsid w:val="00A533C0"/>
    <w:rsid w:val="00A56555"/>
    <w:rsid w:val="00A62C46"/>
    <w:rsid w:val="00A656D8"/>
    <w:rsid w:val="00A67263"/>
    <w:rsid w:val="00A70C8A"/>
    <w:rsid w:val="00A7156F"/>
    <w:rsid w:val="00A734B2"/>
    <w:rsid w:val="00A738FE"/>
    <w:rsid w:val="00A7553F"/>
    <w:rsid w:val="00A83981"/>
    <w:rsid w:val="00A931D6"/>
    <w:rsid w:val="00AA2FFA"/>
    <w:rsid w:val="00AB3568"/>
    <w:rsid w:val="00AB79F2"/>
    <w:rsid w:val="00AC11A7"/>
    <w:rsid w:val="00AC78B6"/>
    <w:rsid w:val="00AD3D77"/>
    <w:rsid w:val="00AE27BF"/>
    <w:rsid w:val="00AE4161"/>
    <w:rsid w:val="00AF19C0"/>
    <w:rsid w:val="00AF2A2B"/>
    <w:rsid w:val="00AF50F9"/>
    <w:rsid w:val="00B04041"/>
    <w:rsid w:val="00B066DF"/>
    <w:rsid w:val="00B11FA3"/>
    <w:rsid w:val="00B15E48"/>
    <w:rsid w:val="00B17B99"/>
    <w:rsid w:val="00B23449"/>
    <w:rsid w:val="00B246E2"/>
    <w:rsid w:val="00B33443"/>
    <w:rsid w:val="00B45AE1"/>
    <w:rsid w:val="00B45BC5"/>
    <w:rsid w:val="00B5187E"/>
    <w:rsid w:val="00B54864"/>
    <w:rsid w:val="00B5490D"/>
    <w:rsid w:val="00B6634F"/>
    <w:rsid w:val="00B71928"/>
    <w:rsid w:val="00B7264E"/>
    <w:rsid w:val="00B85A62"/>
    <w:rsid w:val="00B86880"/>
    <w:rsid w:val="00B90DE2"/>
    <w:rsid w:val="00B90F52"/>
    <w:rsid w:val="00B92BBC"/>
    <w:rsid w:val="00BA6FA6"/>
    <w:rsid w:val="00BB572F"/>
    <w:rsid w:val="00BD2A2E"/>
    <w:rsid w:val="00BD4741"/>
    <w:rsid w:val="00BD6198"/>
    <w:rsid w:val="00BE446E"/>
    <w:rsid w:val="00BF35F4"/>
    <w:rsid w:val="00BF53F7"/>
    <w:rsid w:val="00C069CB"/>
    <w:rsid w:val="00C152AC"/>
    <w:rsid w:val="00C16F85"/>
    <w:rsid w:val="00C21093"/>
    <w:rsid w:val="00C25110"/>
    <w:rsid w:val="00C25BF6"/>
    <w:rsid w:val="00C34C3B"/>
    <w:rsid w:val="00C36374"/>
    <w:rsid w:val="00C6590A"/>
    <w:rsid w:val="00C66170"/>
    <w:rsid w:val="00C7109D"/>
    <w:rsid w:val="00C81015"/>
    <w:rsid w:val="00C864AF"/>
    <w:rsid w:val="00C873DE"/>
    <w:rsid w:val="00C95276"/>
    <w:rsid w:val="00CA5082"/>
    <w:rsid w:val="00CB3CB8"/>
    <w:rsid w:val="00CB439A"/>
    <w:rsid w:val="00CC3454"/>
    <w:rsid w:val="00CC421C"/>
    <w:rsid w:val="00CC427A"/>
    <w:rsid w:val="00CC4454"/>
    <w:rsid w:val="00CC4460"/>
    <w:rsid w:val="00CD03CE"/>
    <w:rsid w:val="00CE0940"/>
    <w:rsid w:val="00CE4B18"/>
    <w:rsid w:val="00D0139A"/>
    <w:rsid w:val="00D05C2F"/>
    <w:rsid w:val="00D06E5B"/>
    <w:rsid w:val="00D2395C"/>
    <w:rsid w:val="00D25070"/>
    <w:rsid w:val="00D253B3"/>
    <w:rsid w:val="00D25618"/>
    <w:rsid w:val="00D33B95"/>
    <w:rsid w:val="00D35F18"/>
    <w:rsid w:val="00D361F3"/>
    <w:rsid w:val="00D366EF"/>
    <w:rsid w:val="00D37E37"/>
    <w:rsid w:val="00D40FC0"/>
    <w:rsid w:val="00D42D1C"/>
    <w:rsid w:val="00D514EC"/>
    <w:rsid w:val="00D53018"/>
    <w:rsid w:val="00D53808"/>
    <w:rsid w:val="00D54F4E"/>
    <w:rsid w:val="00D5554D"/>
    <w:rsid w:val="00D70CBD"/>
    <w:rsid w:val="00D768F4"/>
    <w:rsid w:val="00D835CD"/>
    <w:rsid w:val="00D84689"/>
    <w:rsid w:val="00D91A1E"/>
    <w:rsid w:val="00D91B81"/>
    <w:rsid w:val="00D91E05"/>
    <w:rsid w:val="00D93846"/>
    <w:rsid w:val="00DB0AB5"/>
    <w:rsid w:val="00DB310F"/>
    <w:rsid w:val="00DB62C3"/>
    <w:rsid w:val="00DB738C"/>
    <w:rsid w:val="00DC20DD"/>
    <w:rsid w:val="00DC3367"/>
    <w:rsid w:val="00DE31F2"/>
    <w:rsid w:val="00DE362E"/>
    <w:rsid w:val="00DE7CCE"/>
    <w:rsid w:val="00E04F56"/>
    <w:rsid w:val="00E0658A"/>
    <w:rsid w:val="00E12583"/>
    <w:rsid w:val="00E145EA"/>
    <w:rsid w:val="00E15DFE"/>
    <w:rsid w:val="00E21598"/>
    <w:rsid w:val="00E234F1"/>
    <w:rsid w:val="00E23604"/>
    <w:rsid w:val="00E26827"/>
    <w:rsid w:val="00E26FE8"/>
    <w:rsid w:val="00E34AB5"/>
    <w:rsid w:val="00E36B8F"/>
    <w:rsid w:val="00E44551"/>
    <w:rsid w:val="00E457D2"/>
    <w:rsid w:val="00E4664B"/>
    <w:rsid w:val="00E5062D"/>
    <w:rsid w:val="00E51784"/>
    <w:rsid w:val="00E57252"/>
    <w:rsid w:val="00E710D7"/>
    <w:rsid w:val="00E7266B"/>
    <w:rsid w:val="00E826D6"/>
    <w:rsid w:val="00E85B41"/>
    <w:rsid w:val="00EA2F13"/>
    <w:rsid w:val="00EA404B"/>
    <w:rsid w:val="00EB01A0"/>
    <w:rsid w:val="00EB0E07"/>
    <w:rsid w:val="00EB1136"/>
    <w:rsid w:val="00EC21F1"/>
    <w:rsid w:val="00ED2A07"/>
    <w:rsid w:val="00EE1C52"/>
    <w:rsid w:val="00EF0D22"/>
    <w:rsid w:val="00EF2ED0"/>
    <w:rsid w:val="00EF4D74"/>
    <w:rsid w:val="00F056EF"/>
    <w:rsid w:val="00F110B8"/>
    <w:rsid w:val="00F17759"/>
    <w:rsid w:val="00F226D4"/>
    <w:rsid w:val="00F54DD4"/>
    <w:rsid w:val="00F55454"/>
    <w:rsid w:val="00F57490"/>
    <w:rsid w:val="00F616AA"/>
    <w:rsid w:val="00F80074"/>
    <w:rsid w:val="00F87476"/>
    <w:rsid w:val="00F9125C"/>
    <w:rsid w:val="00F942B6"/>
    <w:rsid w:val="00F96685"/>
    <w:rsid w:val="00FC0758"/>
    <w:rsid w:val="00FC0B55"/>
    <w:rsid w:val="00FC1626"/>
    <w:rsid w:val="00FC481E"/>
    <w:rsid w:val="00FD05F5"/>
    <w:rsid w:val="00FD461C"/>
    <w:rsid w:val="00FD57A9"/>
    <w:rsid w:val="00FE2FCD"/>
    <w:rsid w:val="00FE6A00"/>
    <w:rsid w:val="00FF06B7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321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211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2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85214"/>
    <w:pPr>
      <w:ind w:left="720"/>
      <w:contextualSpacing/>
    </w:pPr>
  </w:style>
  <w:style w:type="character" w:styleId="aa">
    <w:name w:val="Hyperlink"/>
    <w:basedOn w:val="a0"/>
    <w:rsid w:val="00CB439A"/>
    <w:rPr>
      <w:color w:val="0000FF" w:themeColor="hyperlink"/>
      <w:u w:val="single"/>
    </w:rPr>
  </w:style>
  <w:style w:type="table" w:styleId="ab">
    <w:name w:val="Table Grid"/>
    <w:basedOn w:val="a1"/>
    <w:rsid w:val="00536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12justify">
    <w:name w:val="bn12justify"/>
    <w:basedOn w:val="a"/>
    <w:rsid w:val="004D522B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4D522B"/>
    <w:pPr>
      <w:spacing w:before="100" w:beforeAutospacing="1" w:after="100" w:afterAutospacing="1"/>
    </w:pPr>
    <w:rPr>
      <w:sz w:val="24"/>
      <w:szCs w:val="24"/>
    </w:rPr>
  </w:style>
  <w:style w:type="character" w:customStyle="1" w:styleId="bn12justify1">
    <w:name w:val="bn12justify1"/>
    <w:basedOn w:val="a0"/>
    <w:rsid w:val="004D52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321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211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2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85214"/>
    <w:pPr>
      <w:ind w:left="720"/>
      <w:contextualSpacing/>
    </w:pPr>
  </w:style>
  <w:style w:type="character" w:styleId="aa">
    <w:name w:val="Hyperlink"/>
    <w:basedOn w:val="a0"/>
    <w:rsid w:val="00CB439A"/>
    <w:rPr>
      <w:color w:val="0000FF" w:themeColor="hyperlink"/>
      <w:u w:val="single"/>
    </w:rPr>
  </w:style>
  <w:style w:type="table" w:styleId="ab">
    <w:name w:val="Table Grid"/>
    <w:basedOn w:val="a1"/>
    <w:rsid w:val="00536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12justify">
    <w:name w:val="bn12justify"/>
    <w:basedOn w:val="a"/>
    <w:rsid w:val="004D522B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4D522B"/>
    <w:pPr>
      <w:spacing w:before="100" w:beforeAutospacing="1" w:after="100" w:afterAutospacing="1"/>
    </w:pPr>
    <w:rPr>
      <w:sz w:val="24"/>
      <w:szCs w:val="24"/>
    </w:rPr>
  </w:style>
  <w:style w:type="character" w:customStyle="1" w:styleId="bn12justify1">
    <w:name w:val="bn12justify1"/>
    <w:basedOn w:val="a0"/>
    <w:rsid w:val="004D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skitim.nso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B2520-2374-42B2-94BF-EF3E10974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29</TotalTime>
  <Pages>12</Pages>
  <Words>3458</Words>
  <Characters>19717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2021-01-19T07:52:00Z</cp:lastPrinted>
  <dcterms:created xsi:type="dcterms:W3CDTF">2024-02-13T03:57:00Z</dcterms:created>
  <dcterms:modified xsi:type="dcterms:W3CDTF">2024-02-13T04:38:00Z</dcterms:modified>
</cp:coreProperties>
</file>